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79D60" w14:textId="77777777" w:rsidR="00C74455" w:rsidRPr="00D06139" w:rsidRDefault="007E0C51" w:rsidP="0069129C">
      <w:pPr>
        <w:pStyle w:val="Titre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14:paraId="76879D61" w14:textId="77777777" w:rsidR="007E0C51" w:rsidRPr="007E0C51" w:rsidRDefault="007E0C51" w:rsidP="007E0C51">
      <w:pPr>
        <w:pStyle w:val="Bulleted1"/>
        <w:numPr>
          <w:ilvl w:val="0"/>
          <w:numId w:val="0"/>
        </w:numPr>
        <w:rPr>
          <w:lang w:val="fr-BE"/>
        </w:rPr>
      </w:pPr>
      <w:r w:rsidRPr="007E0C51">
        <w:rPr>
          <w:lang w:val="fr-BE"/>
        </w:rPr>
        <w:t xml:space="preserve">Système de conduites pour des installations d’eau potable, des installations de chauffage et de </w:t>
      </w:r>
      <w:proofErr w:type="spellStart"/>
      <w:r w:rsidRPr="007E0C51">
        <w:rPr>
          <w:lang w:val="fr-BE"/>
        </w:rPr>
        <w:t>refrigération</w:t>
      </w:r>
      <w:proofErr w:type="spellEnd"/>
      <w:r w:rsidRPr="007E0C51">
        <w:rPr>
          <w:lang w:val="fr-BE"/>
        </w:rPr>
        <w:t xml:space="preserve">, se composant de tuyaux multicouches et de raccords </w:t>
      </w:r>
    </w:p>
    <w:p w14:paraId="76879D62" w14:textId="77777777" w:rsidR="008A5169" w:rsidRPr="007E0C51" w:rsidRDefault="007E0C51" w:rsidP="007E0C51">
      <w:pPr>
        <w:pStyle w:val="Bulleted1"/>
        <w:numPr>
          <w:ilvl w:val="0"/>
          <w:numId w:val="0"/>
        </w:numPr>
        <w:rPr>
          <w:lang w:val="fr-BE"/>
        </w:rPr>
      </w:pPr>
      <w:proofErr w:type="gramStart"/>
      <w:r w:rsidRPr="007E0C51">
        <w:rPr>
          <w:lang w:val="fr-BE"/>
        </w:rPr>
        <w:t>qui</w:t>
      </w:r>
      <w:proofErr w:type="gramEnd"/>
      <w:r w:rsidRPr="007E0C51">
        <w:rPr>
          <w:lang w:val="fr-BE"/>
        </w:rPr>
        <w:t xml:space="preserve"> sont assemblés selon un procédé de sertissage</w:t>
      </w:r>
      <w:r w:rsidR="00444B9B" w:rsidRPr="007E0C51">
        <w:rPr>
          <w:lang w:val="fr-BE"/>
        </w:rPr>
        <w:t>.</w:t>
      </w:r>
    </w:p>
    <w:p w14:paraId="76879D63" w14:textId="77777777" w:rsidR="008A5169" w:rsidRPr="00D06139" w:rsidRDefault="007E0C51" w:rsidP="008A5169">
      <w:pPr>
        <w:pStyle w:val="Titre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14:paraId="76879D64" w14:textId="77777777" w:rsidR="00C74455" w:rsidRPr="00D06139" w:rsidRDefault="007E0C51" w:rsidP="0069129C">
      <w:pPr>
        <w:pStyle w:val="Titre1"/>
        <w:numPr>
          <w:ilvl w:val="1"/>
          <w:numId w:val="18"/>
        </w:numPr>
        <w:spacing w:before="240"/>
        <w:rPr>
          <w:rFonts w:ascii="Arial" w:hAnsi="Arial"/>
          <w:b/>
          <w:u w:val="none"/>
        </w:rPr>
      </w:pPr>
      <w:proofErr w:type="spellStart"/>
      <w:r>
        <w:rPr>
          <w:rFonts w:ascii="Arial" w:hAnsi="Arial"/>
          <w:b/>
          <w:u w:val="none"/>
        </w:rPr>
        <w:t>Tuyaux</w:t>
      </w:r>
      <w:proofErr w:type="spellEnd"/>
    </w:p>
    <w:p w14:paraId="76879D65" w14:textId="77777777" w:rsidR="00886585" w:rsidRPr="007E0C51" w:rsidRDefault="007E0C51" w:rsidP="00886585">
      <w:pPr>
        <w:pStyle w:val="Bulleted2"/>
        <w:numPr>
          <w:ilvl w:val="0"/>
          <w:numId w:val="0"/>
        </w:numPr>
        <w:rPr>
          <w:lang w:val="fr-BE"/>
        </w:rPr>
      </w:pPr>
      <w:r w:rsidRPr="007E0C51">
        <w:rPr>
          <w:lang w:val="fr-BE"/>
        </w:rPr>
        <w:t xml:space="preserve">Les tuyaux sont composés de 3 </w:t>
      </w:r>
      <w:proofErr w:type="gramStart"/>
      <w:r w:rsidRPr="007E0C51">
        <w:rPr>
          <w:lang w:val="fr-BE"/>
        </w:rPr>
        <w:t>couches</w:t>
      </w:r>
      <w:r w:rsidR="00886585" w:rsidRPr="007E0C51">
        <w:rPr>
          <w:lang w:val="fr-BE"/>
        </w:rPr>
        <w:t>:</w:t>
      </w:r>
      <w:proofErr w:type="gramEnd"/>
    </w:p>
    <w:p w14:paraId="76879D66" w14:textId="77777777" w:rsidR="00886585" w:rsidRPr="007E0C51" w:rsidRDefault="00886585" w:rsidP="00886585">
      <w:pPr>
        <w:pStyle w:val="Bulleted2"/>
        <w:numPr>
          <w:ilvl w:val="0"/>
          <w:numId w:val="0"/>
        </w:numPr>
        <w:rPr>
          <w:lang w:val="fr-BE"/>
        </w:rPr>
      </w:pPr>
    </w:p>
    <w:p w14:paraId="76879D67" w14:textId="783D58E7" w:rsidR="00886585" w:rsidRPr="007E0C51" w:rsidRDefault="007E0C51" w:rsidP="00886585">
      <w:pPr>
        <w:pStyle w:val="Paragraphedeliste"/>
        <w:numPr>
          <w:ilvl w:val="0"/>
          <w:numId w:val="30"/>
        </w:numPr>
        <w:rPr>
          <w:lang w:val="fr-BE"/>
        </w:rPr>
      </w:pPr>
      <w:proofErr w:type="gramStart"/>
      <w:r w:rsidRPr="007E0C51">
        <w:rPr>
          <w:lang w:val="fr-BE"/>
        </w:rPr>
        <w:t>une</w:t>
      </w:r>
      <w:proofErr w:type="gramEnd"/>
      <w:r w:rsidRPr="007E0C51">
        <w:rPr>
          <w:lang w:val="fr-BE"/>
        </w:rPr>
        <w:t xml:space="preserve"> couche enveloppante </w:t>
      </w:r>
      <w:r w:rsidR="002F733F">
        <w:rPr>
          <w:lang w:val="fr-BE"/>
        </w:rPr>
        <w:t>grise</w:t>
      </w:r>
      <w:r w:rsidRPr="007E0C51">
        <w:rPr>
          <w:lang w:val="fr-BE"/>
        </w:rPr>
        <w:t xml:space="preserve"> en </w:t>
      </w:r>
      <w:r w:rsidR="00886585" w:rsidRPr="007E0C51">
        <w:rPr>
          <w:lang w:val="fr-BE"/>
        </w:rPr>
        <w:t>PE-RT type II</w:t>
      </w:r>
    </w:p>
    <w:p w14:paraId="76879D68" w14:textId="77777777" w:rsidR="00886585" w:rsidRPr="007E0C51" w:rsidRDefault="007E0C51" w:rsidP="00886585">
      <w:pPr>
        <w:pStyle w:val="Paragraphedeliste"/>
        <w:numPr>
          <w:ilvl w:val="0"/>
          <w:numId w:val="30"/>
        </w:numPr>
        <w:rPr>
          <w:lang w:val="fr-BE"/>
        </w:rPr>
      </w:pPr>
      <w:proofErr w:type="gramStart"/>
      <w:r w:rsidRPr="007E0C51">
        <w:rPr>
          <w:lang w:val="fr-BE"/>
        </w:rPr>
        <w:t>un</w:t>
      </w:r>
      <w:proofErr w:type="gramEnd"/>
      <w:r w:rsidRPr="007E0C51">
        <w:rPr>
          <w:lang w:val="fr-BE"/>
        </w:rPr>
        <w:t xml:space="preserve"> tuyau en aluminium, homogène et soudé sur toute sa longueur sans recouvrement et sans apport de matière</w:t>
      </w:r>
    </w:p>
    <w:p w14:paraId="76879D69" w14:textId="77777777" w:rsidR="00886585" w:rsidRPr="007E0C51" w:rsidRDefault="007E0C51" w:rsidP="00886585">
      <w:pPr>
        <w:pStyle w:val="Bulleted2"/>
        <w:numPr>
          <w:ilvl w:val="0"/>
          <w:numId w:val="30"/>
        </w:numPr>
        <w:rPr>
          <w:lang w:val="fr-BE"/>
        </w:rPr>
      </w:pPr>
      <w:proofErr w:type="gramStart"/>
      <w:r w:rsidRPr="007E0C51">
        <w:rPr>
          <w:lang w:val="fr-BE"/>
        </w:rPr>
        <w:t>un</w:t>
      </w:r>
      <w:proofErr w:type="gramEnd"/>
      <w:r w:rsidRPr="007E0C51">
        <w:rPr>
          <w:lang w:val="fr-BE"/>
        </w:rPr>
        <w:t xml:space="preserve"> tuyau intérieur en </w:t>
      </w:r>
      <w:r w:rsidR="00886585" w:rsidRPr="007E0C51">
        <w:rPr>
          <w:lang w:val="fr-BE"/>
        </w:rPr>
        <w:t xml:space="preserve">PE-RT type II </w:t>
      </w:r>
    </w:p>
    <w:p w14:paraId="76879D6A" w14:textId="77777777" w:rsidR="00886585" w:rsidRPr="007E0C51" w:rsidRDefault="00886585" w:rsidP="00886585">
      <w:pPr>
        <w:pStyle w:val="Bulleted2"/>
        <w:numPr>
          <w:ilvl w:val="0"/>
          <w:numId w:val="0"/>
        </w:numPr>
        <w:rPr>
          <w:lang w:val="fr-BE"/>
        </w:rPr>
      </w:pPr>
    </w:p>
    <w:p w14:paraId="76879D6B" w14:textId="77777777" w:rsidR="00886585" w:rsidRPr="007E0C51" w:rsidRDefault="007E0C51" w:rsidP="00886585">
      <w:pPr>
        <w:pStyle w:val="Bulleted2"/>
        <w:numPr>
          <w:ilvl w:val="0"/>
          <w:numId w:val="0"/>
        </w:numPr>
        <w:rPr>
          <w:lang w:val="fr-BE"/>
        </w:rPr>
      </w:pPr>
      <w:r w:rsidRPr="007E0C51">
        <w:rPr>
          <w:lang w:val="fr-BE"/>
        </w:rPr>
        <w:t xml:space="preserve">Le tuyau est disponible en rouleaux et en </w:t>
      </w:r>
      <w:proofErr w:type="gramStart"/>
      <w:r w:rsidRPr="007E0C51">
        <w:rPr>
          <w:lang w:val="fr-BE"/>
        </w:rPr>
        <w:t>longueurs</w:t>
      </w:r>
      <w:r w:rsidR="00886585" w:rsidRPr="007E0C51">
        <w:rPr>
          <w:lang w:val="fr-BE"/>
        </w:rPr>
        <w:t>:</w:t>
      </w:r>
      <w:proofErr w:type="gramEnd"/>
    </w:p>
    <w:p w14:paraId="76879D6C" w14:textId="77777777" w:rsidR="00886585" w:rsidRPr="007E0C51" w:rsidRDefault="00886585" w:rsidP="00886585">
      <w:pPr>
        <w:pStyle w:val="Bulleted2"/>
        <w:numPr>
          <w:ilvl w:val="0"/>
          <w:numId w:val="0"/>
        </w:numPr>
        <w:rPr>
          <w:lang w:val="fr-BE"/>
        </w:rPr>
      </w:pPr>
    </w:p>
    <w:p w14:paraId="76879D6D" w14:textId="77777777" w:rsidR="00886585" w:rsidRPr="007E0C51" w:rsidRDefault="007E0C51" w:rsidP="00886585">
      <w:pPr>
        <w:pStyle w:val="Paragraphedeliste"/>
        <w:numPr>
          <w:ilvl w:val="0"/>
          <w:numId w:val="30"/>
        </w:numPr>
        <w:rPr>
          <w:lang w:val="fr-BE"/>
        </w:rPr>
      </w:pPr>
      <w:proofErr w:type="gramStart"/>
      <w:r w:rsidRPr="007E0C51">
        <w:rPr>
          <w:lang w:val="fr-BE"/>
        </w:rPr>
        <w:t>en</w:t>
      </w:r>
      <w:proofErr w:type="gramEnd"/>
      <w:r w:rsidRPr="007E0C51">
        <w:rPr>
          <w:lang w:val="fr-BE"/>
        </w:rPr>
        <w:t xml:space="preserve"> longueurs de 5 m :</w:t>
      </w:r>
      <w:r>
        <w:rPr>
          <w:lang w:val="fr-BE"/>
        </w:rPr>
        <w:t xml:space="preserve"> diamètres </w:t>
      </w:r>
      <w:r w:rsidRPr="007E0C51">
        <w:rPr>
          <w:lang w:val="fr-BE"/>
        </w:rPr>
        <w:t>16, 20, 26, 32, 40, 50, 63 et</w:t>
      </w:r>
      <w:r w:rsidR="00886585" w:rsidRPr="007E0C51">
        <w:rPr>
          <w:lang w:val="fr-BE"/>
        </w:rPr>
        <w:t xml:space="preserve"> 75</w:t>
      </w:r>
      <w:r>
        <w:rPr>
          <w:lang w:val="fr-BE"/>
        </w:rPr>
        <w:t xml:space="preserve"> mm</w:t>
      </w:r>
    </w:p>
    <w:p w14:paraId="76879D6E" w14:textId="37F3ADAE" w:rsidR="00886585" w:rsidRPr="00522F53" w:rsidRDefault="007E0C51" w:rsidP="00886585">
      <w:pPr>
        <w:pStyle w:val="Bulleted2"/>
        <w:numPr>
          <w:ilvl w:val="0"/>
          <w:numId w:val="30"/>
        </w:numPr>
        <w:rPr>
          <w:lang w:val="fr-BE"/>
        </w:rPr>
      </w:pPr>
      <w:proofErr w:type="gramStart"/>
      <w:r w:rsidRPr="00522F53">
        <w:rPr>
          <w:lang w:val="fr-BE"/>
        </w:rPr>
        <w:t>en</w:t>
      </w:r>
      <w:proofErr w:type="gramEnd"/>
      <w:r w:rsidRPr="00522F53">
        <w:rPr>
          <w:lang w:val="fr-BE"/>
        </w:rPr>
        <w:t xml:space="preserve"> rouleaux: diamètres 16, 20</w:t>
      </w:r>
      <w:r w:rsidR="00E77DB7">
        <w:rPr>
          <w:lang w:val="fr-BE"/>
        </w:rPr>
        <w:t>, 25</w:t>
      </w:r>
      <w:r w:rsidRPr="00522F53">
        <w:rPr>
          <w:lang w:val="fr-BE"/>
        </w:rPr>
        <w:t xml:space="preserve"> et </w:t>
      </w:r>
      <w:r w:rsidR="00E77DB7">
        <w:rPr>
          <w:lang w:val="fr-BE"/>
        </w:rPr>
        <w:t>32</w:t>
      </w:r>
      <w:r w:rsidRPr="00522F53">
        <w:rPr>
          <w:lang w:val="fr-BE"/>
        </w:rPr>
        <w:t xml:space="preserve"> mm</w:t>
      </w:r>
    </w:p>
    <w:p w14:paraId="76879D6F" w14:textId="77777777" w:rsidR="00886585" w:rsidRPr="00522F53" w:rsidRDefault="00522F53" w:rsidP="00886585">
      <w:pPr>
        <w:pStyle w:val="Bulleted2"/>
        <w:numPr>
          <w:ilvl w:val="0"/>
          <w:numId w:val="30"/>
        </w:numPr>
        <w:rPr>
          <w:lang w:val="fr-BE"/>
        </w:rPr>
      </w:pPr>
      <w:proofErr w:type="gramStart"/>
      <w:r w:rsidRPr="00522F53">
        <w:rPr>
          <w:lang w:val="fr-BE"/>
        </w:rPr>
        <w:t>en</w:t>
      </w:r>
      <w:proofErr w:type="gramEnd"/>
      <w:r w:rsidRPr="00522F53">
        <w:rPr>
          <w:lang w:val="fr-BE"/>
        </w:rPr>
        <w:t xml:space="preserve"> rouleaux, avec gaine de protection</w:t>
      </w:r>
      <w:r w:rsidR="00886585" w:rsidRPr="00522F53">
        <w:rPr>
          <w:lang w:val="fr-BE"/>
        </w:rPr>
        <w:t>:</w:t>
      </w:r>
      <w:r w:rsidRPr="00522F53">
        <w:rPr>
          <w:lang w:val="fr-BE"/>
        </w:rPr>
        <w:t xml:space="preserve"> diamètres </w:t>
      </w:r>
      <w:r w:rsidR="00886585" w:rsidRPr="00522F53">
        <w:rPr>
          <w:lang w:val="fr-BE"/>
        </w:rPr>
        <w:t>16 e</w:t>
      </w:r>
      <w:r w:rsidRPr="00522F53">
        <w:rPr>
          <w:lang w:val="fr-BE"/>
        </w:rPr>
        <w:t>t</w:t>
      </w:r>
      <w:r w:rsidR="00886585" w:rsidRPr="00522F53">
        <w:rPr>
          <w:lang w:val="fr-BE"/>
        </w:rPr>
        <w:t xml:space="preserve"> 20</w:t>
      </w:r>
      <w:r w:rsidRPr="00522F53">
        <w:rPr>
          <w:lang w:val="fr-BE"/>
        </w:rPr>
        <w:t xml:space="preserve"> mm</w:t>
      </w:r>
    </w:p>
    <w:p w14:paraId="76879D70" w14:textId="467A7D32" w:rsidR="00886585" w:rsidRPr="00522F53" w:rsidRDefault="00522F53" w:rsidP="00886585">
      <w:pPr>
        <w:pStyle w:val="Bulleted2"/>
        <w:numPr>
          <w:ilvl w:val="0"/>
          <w:numId w:val="30"/>
        </w:numPr>
        <w:rPr>
          <w:lang w:val="fr-BE"/>
        </w:rPr>
      </w:pPr>
      <w:proofErr w:type="gramStart"/>
      <w:r w:rsidRPr="00522F53">
        <w:rPr>
          <w:lang w:val="fr-BE"/>
        </w:rPr>
        <w:t>en</w:t>
      </w:r>
      <w:proofErr w:type="gramEnd"/>
      <w:r w:rsidRPr="00522F53">
        <w:rPr>
          <w:lang w:val="fr-BE"/>
        </w:rPr>
        <w:t xml:space="preserve"> rouleaux, avec gaine d’isolation</w:t>
      </w:r>
      <w:r w:rsidR="00886585" w:rsidRPr="00522F53">
        <w:rPr>
          <w:lang w:val="fr-BE"/>
        </w:rPr>
        <w:t>:</w:t>
      </w:r>
      <w:r w:rsidRPr="00522F53">
        <w:rPr>
          <w:lang w:val="fr-BE"/>
        </w:rPr>
        <w:t xml:space="preserve"> diamètres </w:t>
      </w:r>
      <w:r w:rsidR="00886585" w:rsidRPr="00522F53">
        <w:rPr>
          <w:lang w:val="fr-BE"/>
        </w:rPr>
        <w:t>16, 20 e</w:t>
      </w:r>
      <w:r w:rsidRPr="00522F53">
        <w:rPr>
          <w:lang w:val="fr-BE"/>
        </w:rPr>
        <w:t xml:space="preserve">t </w:t>
      </w:r>
      <w:r w:rsidR="00886585" w:rsidRPr="00522F53">
        <w:rPr>
          <w:lang w:val="fr-BE"/>
        </w:rPr>
        <w:t>2</w:t>
      </w:r>
      <w:r w:rsidR="004B48BA">
        <w:rPr>
          <w:lang w:val="fr-BE"/>
        </w:rPr>
        <w:t>5</w:t>
      </w:r>
      <w:r w:rsidRPr="00522F53">
        <w:rPr>
          <w:lang w:val="fr-BE"/>
        </w:rPr>
        <w:t xml:space="preserve"> mm</w:t>
      </w:r>
    </w:p>
    <w:p w14:paraId="76879D71" w14:textId="77777777" w:rsidR="00886585" w:rsidRPr="00522F53" w:rsidRDefault="00886585" w:rsidP="00886585">
      <w:pPr>
        <w:pStyle w:val="Bulleted2"/>
        <w:numPr>
          <w:ilvl w:val="0"/>
          <w:numId w:val="0"/>
        </w:numPr>
        <w:rPr>
          <w:lang w:val="fr-BE"/>
        </w:rPr>
      </w:pPr>
    </w:p>
    <w:p w14:paraId="76879D72" w14:textId="77777777" w:rsidR="00886585" w:rsidRPr="00522F53" w:rsidRDefault="00522F53" w:rsidP="00886585">
      <w:pPr>
        <w:pStyle w:val="Bulleted2"/>
        <w:numPr>
          <w:ilvl w:val="0"/>
          <w:numId w:val="0"/>
        </w:numPr>
        <w:rPr>
          <w:lang w:val="fr-BE"/>
        </w:rPr>
      </w:pPr>
      <w:r>
        <w:rPr>
          <w:lang w:val="fr-BE"/>
        </w:rPr>
        <w:t>L</w:t>
      </w:r>
      <w:r w:rsidRPr="00522F53">
        <w:rPr>
          <w:lang w:val="fr-BE"/>
        </w:rPr>
        <w:t>e tuyau est indéformable, pliable, étanche à la diffusion et exempt de corrosion</w:t>
      </w:r>
      <w:r w:rsidR="00886585" w:rsidRPr="00522F53">
        <w:rPr>
          <w:lang w:val="fr-BE"/>
        </w:rPr>
        <w:t>.</w:t>
      </w:r>
    </w:p>
    <w:p w14:paraId="76879D75" w14:textId="77777777" w:rsidR="00886585" w:rsidRPr="00522F53" w:rsidRDefault="00886585" w:rsidP="00886585">
      <w:pPr>
        <w:pStyle w:val="Bulleted2"/>
        <w:numPr>
          <w:ilvl w:val="0"/>
          <w:numId w:val="0"/>
        </w:numPr>
        <w:ind w:left="720"/>
        <w:rPr>
          <w:lang w:val="fr-BE"/>
        </w:rPr>
      </w:pPr>
    </w:p>
    <w:p w14:paraId="76879D76" w14:textId="77777777" w:rsidR="00685B7E" w:rsidRPr="00522F53" w:rsidRDefault="00522F53" w:rsidP="00886585">
      <w:pPr>
        <w:pStyle w:val="Bulleted2"/>
        <w:numPr>
          <w:ilvl w:val="0"/>
          <w:numId w:val="0"/>
        </w:numPr>
        <w:rPr>
          <w:lang w:val="fr-BE"/>
        </w:rPr>
      </w:pPr>
      <w:r w:rsidRPr="00522F53">
        <w:rPr>
          <w:lang w:val="fr-BE"/>
        </w:rPr>
        <w:t>Les tuyaux placés en dalles de béton, murs et chapes doivent être pourvu d’une gaine de protection provenant du même fabricant, ou d’une gaine d’isolation permettant d’absorber la dilatation</w:t>
      </w:r>
      <w:r w:rsidR="00685B7E" w:rsidRPr="00522F53">
        <w:rPr>
          <w:lang w:val="fr-BE"/>
        </w:rPr>
        <w:t>.</w:t>
      </w:r>
    </w:p>
    <w:p w14:paraId="76879D77" w14:textId="77777777" w:rsidR="008A5169" w:rsidRPr="00D06139" w:rsidRDefault="00522F53" w:rsidP="008A5169">
      <w:pPr>
        <w:pStyle w:val="Titre1"/>
        <w:numPr>
          <w:ilvl w:val="1"/>
          <w:numId w:val="18"/>
        </w:numPr>
        <w:spacing w:before="240"/>
        <w:rPr>
          <w:rFonts w:ascii="Arial" w:hAnsi="Arial"/>
          <w:b/>
          <w:u w:val="none"/>
        </w:rPr>
      </w:pPr>
      <w:proofErr w:type="spellStart"/>
      <w:r>
        <w:rPr>
          <w:rFonts w:ascii="Arial" w:hAnsi="Arial"/>
          <w:b/>
          <w:u w:val="none"/>
        </w:rPr>
        <w:t>Raccords</w:t>
      </w:r>
      <w:proofErr w:type="spellEnd"/>
    </w:p>
    <w:p w14:paraId="76879D78" w14:textId="346F0001" w:rsidR="00522F53" w:rsidRPr="00522F53" w:rsidRDefault="00522F53" w:rsidP="00522F53">
      <w:pPr>
        <w:pStyle w:val="Bulleted2"/>
        <w:numPr>
          <w:ilvl w:val="0"/>
          <w:numId w:val="0"/>
        </w:numPr>
        <w:rPr>
          <w:lang w:val="fr-BE"/>
        </w:rPr>
      </w:pPr>
      <w:r w:rsidRPr="00522F53">
        <w:rPr>
          <w:lang w:val="fr-BE"/>
        </w:rPr>
        <w:t>Le</w:t>
      </w:r>
      <w:r w:rsidR="00F104F7">
        <w:rPr>
          <w:lang w:val="fr-BE"/>
        </w:rPr>
        <w:t>s</w:t>
      </w:r>
      <w:r w:rsidR="00786218">
        <w:rPr>
          <w:lang w:val="fr-BE"/>
        </w:rPr>
        <w:t xml:space="preserve"> corps des</w:t>
      </w:r>
      <w:r w:rsidRPr="00522F53">
        <w:rPr>
          <w:lang w:val="fr-BE"/>
        </w:rPr>
        <w:t xml:space="preserve"> raccords sans filetage</w:t>
      </w:r>
      <w:r w:rsidR="00786218">
        <w:rPr>
          <w:lang w:val="fr-BE"/>
        </w:rPr>
        <w:t>, qui e</w:t>
      </w:r>
      <w:r w:rsidR="008E2D46">
        <w:rPr>
          <w:lang w:val="fr-BE"/>
        </w:rPr>
        <w:t>ntre en contact avec</w:t>
      </w:r>
      <w:r w:rsidR="001C5A6C">
        <w:rPr>
          <w:lang w:val="fr-BE"/>
        </w:rPr>
        <w:t xml:space="preserve"> le </w:t>
      </w:r>
      <w:proofErr w:type="spellStart"/>
      <w:r w:rsidR="00CF6C0F">
        <w:rPr>
          <w:lang w:val="fr-BE"/>
        </w:rPr>
        <w:t>fluïde</w:t>
      </w:r>
      <w:proofErr w:type="spellEnd"/>
      <w:r w:rsidR="00CF6C0F">
        <w:rPr>
          <w:lang w:val="fr-BE"/>
        </w:rPr>
        <w:t>,</w:t>
      </w:r>
      <w:r w:rsidRPr="00522F53">
        <w:rPr>
          <w:lang w:val="fr-BE"/>
        </w:rPr>
        <w:t xml:space="preserve"> sont réalisés en </w:t>
      </w:r>
      <w:r w:rsidR="00CF6C0F">
        <w:rPr>
          <w:lang w:val="fr-BE"/>
        </w:rPr>
        <w:t>PPSU</w:t>
      </w:r>
      <w:r w:rsidRPr="00522F53">
        <w:rPr>
          <w:lang w:val="fr-BE"/>
        </w:rPr>
        <w:t xml:space="preserve"> (</w:t>
      </w:r>
      <w:r w:rsidR="00864116" w:rsidRPr="00B5757F">
        <w:rPr>
          <w:lang w:val="fr-BE"/>
        </w:rPr>
        <w:t>polyphenylsulfon</w:t>
      </w:r>
      <w:r w:rsidRPr="00522F53">
        <w:rPr>
          <w:lang w:val="fr-BE"/>
        </w:rPr>
        <w:t>).</w:t>
      </w:r>
    </w:p>
    <w:p w14:paraId="76879D7A" w14:textId="401962D8" w:rsidR="00886585" w:rsidRPr="00522F53" w:rsidRDefault="00305AEA" w:rsidP="00522F53">
      <w:pPr>
        <w:pStyle w:val="Bulleted2"/>
        <w:numPr>
          <w:ilvl w:val="0"/>
          <w:numId w:val="0"/>
        </w:numPr>
        <w:rPr>
          <w:lang w:val="fr-BE"/>
        </w:rPr>
      </w:pPr>
      <w:r>
        <w:rPr>
          <w:lang w:val="fr-BE"/>
        </w:rPr>
        <w:t>Chez l</w:t>
      </w:r>
      <w:r w:rsidR="00522F53" w:rsidRPr="00522F53">
        <w:rPr>
          <w:lang w:val="fr-BE"/>
        </w:rPr>
        <w:t>es raccords avec filetage</w:t>
      </w:r>
      <w:r>
        <w:rPr>
          <w:lang w:val="fr-BE"/>
        </w:rPr>
        <w:t>, ces corps</w:t>
      </w:r>
      <w:r w:rsidR="00522F53" w:rsidRPr="00522F53">
        <w:rPr>
          <w:lang w:val="fr-BE"/>
        </w:rPr>
        <w:t xml:space="preserve"> sont réalisés en </w:t>
      </w:r>
      <w:r w:rsidR="00711D7C">
        <w:rPr>
          <w:lang w:val="fr-BE"/>
        </w:rPr>
        <w:t xml:space="preserve">bronze </w:t>
      </w:r>
      <w:r w:rsidR="007D301A">
        <w:rPr>
          <w:lang w:val="fr-BE"/>
        </w:rPr>
        <w:t xml:space="preserve">au silicium </w:t>
      </w:r>
      <w:r w:rsidR="00711D7C">
        <w:rPr>
          <w:lang w:val="fr-BE"/>
        </w:rPr>
        <w:t>sans plomb ou bronze sans plomb</w:t>
      </w:r>
      <w:r w:rsidR="00886585" w:rsidRPr="00522F53">
        <w:rPr>
          <w:lang w:val="fr-BE"/>
        </w:rPr>
        <w:t>.</w:t>
      </w:r>
    </w:p>
    <w:p w14:paraId="76879D7B" w14:textId="77777777" w:rsidR="00886585" w:rsidRPr="00522F53" w:rsidRDefault="00886585" w:rsidP="00886585">
      <w:pPr>
        <w:pStyle w:val="Bulleted2"/>
        <w:numPr>
          <w:ilvl w:val="0"/>
          <w:numId w:val="0"/>
        </w:numPr>
        <w:rPr>
          <w:lang w:val="fr-BE"/>
        </w:rPr>
      </w:pPr>
    </w:p>
    <w:p w14:paraId="168F8763" w14:textId="70284457" w:rsidR="001B3511" w:rsidRDefault="00522F53" w:rsidP="00522F53">
      <w:pPr>
        <w:pStyle w:val="Bulleted2"/>
        <w:numPr>
          <w:ilvl w:val="0"/>
          <w:numId w:val="0"/>
        </w:numPr>
        <w:rPr>
          <w:lang w:val="fr-BE"/>
        </w:rPr>
      </w:pPr>
      <w:r w:rsidRPr="00522F53">
        <w:rPr>
          <w:lang w:val="fr-BE"/>
        </w:rPr>
        <w:t>Les raccords à sertir possèdent un joint en EPDM qui garantit l’étanchéité entre le tuyau et le</w:t>
      </w:r>
      <w:r>
        <w:rPr>
          <w:lang w:val="fr-BE"/>
        </w:rPr>
        <w:t xml:space="preserve"> </w:t>
      </w:r>
      <w:r w:rsidRPr="00522F53">
        <w:rPr>
          <w:lang w:val="fr-BE"/>
        </w:rPr>
        <w:t>raccord</w:t>
      </w:r>
      <w:r w:rsidR="00886585" w:rsidRPr="00522F53">
        <w:rPr>
          <w:lang w:val="fr-BE"/>
        </w:rPr>
        <w:t>.</w:t>
      </w:r>
      <w:r w:rsidR="003877F3">
        <w:rPr>
          <w:lang w:val="fr-BE"/>
        </w:rPr>
        <w:t xml:space="preserve">  </w:t>
      </w:r>
      <w:r w:rsidR="0030575F">
        <w:rPr>
          <w:lang w:val="fr-BE"/>
        </w:rPr>
        <w:t>Les joints doivent être protégé d’une telle manière qu’ils ne peuvent être endommagés</w:t>
      </w:r>
      <w:r w:rsidR="00660B72">
        <w:rPr>
          <w:lang w:val="fr-BE"/>
        </w:rPr>
        <w:t xml:space="preserve"> en emboîtant un tuyau, même que ce tuyau n’est pas éba</w:t>
      </w:r>
      <w:r w:rsidR="00557144">
        <w:rPr>
          <w:lang w:val="fr-BE"/>
        </w:rPr>
        <w:t>rb</w:t>
      </w:r>
      <w:r w:rsidR="00660B72">
        <w:rPr>
          <w:lang w:val="fr-BE"/>
        </w:rPr>
        <w:t>é.</w:t>
      </w:r>
    </w:p>
    <w:p w14:paraId="71579EA4" w14:textId="77777777" w:rsidR="001B3511" w:rsidRDefault="001B3511" w:rsidP="00522F53">
      <w:pPr>
        <w:pStyle w:val="Bulleted2"/>
        <w:numPr>
          <w:ilvl w:val="0"/>
          <w:numId w:val="0"/>
        </w:numPr>
        <w:rPr>
          <w:lang w:val="fr-BE"/>
        </w:rPr>
      </w:pPr>
    </w:p>
    <w:p w14:paraId="76879D7C" w14:textId="1B4997F7" w:rsidR="00886585" w:rsidRDefault="003877F3" w:rsidP="00522F53">
      <w:pPr>
        <w:pStyle w:val="Bulleted2"/>
        <w:numPr>
          <w:ilvl w:val="0"/>
          <w:numId w:val="0"/>
        </w:numPr>
        <w:rPr>
          <w:lang w:val="fr-BE"/>
        </w:rPr>
      </w:pPr>
      <w:r>
        <w:rPr>
          <w:lang w:val="fr-BE"/>
        </w:rPr>
        <w:t>Ainsi, ils sont munis</w:t>
      </w:r>
      <w:r w:rsidR="009C207E">
        <w:rPr>
          <w:lang w:val="fr-BE"/>
        </w:rPr>
        <w:t xml:space="preserve"> d’un indicateur de sertissage qui se d</w:t>
      </w:r>
      <w:r w:rsidR="00F33C8A">
        <w:rPr>
          <w:lang w:val="fr-BE"/>
        </w:rPr>
        <w:t xml:space="preserve">étache du raccord après le sertissage.  </w:t>
      </w:r>
      <w:r w:rsidR="0036036A">
        <w:rPr>
          <w:lang w:val="fr-BE"/>
        </w:rPr>
        <w:t>En outre cet indicateur</w:t>
      </w:r>
      <w:r w:rsidR="00C02125">
        <w:rPr>
          <w:lang w:val="fr-BE"/>
        </w:rPr>
        <w:t xml:space="preserve"> doit aussi servir comme guide de sertissage pour </w:t>
      </w:r>
      <w:r w:rsidR="003B2323">
        <w:rPr>
          <w:lang w:val="fr-BE"/>
        </w:rPr>
        <w:t xml:space="preserve">un </w:t>
      </w:r>
      <w:proofErr w:type="gramStart"/>
      <w:r w:rsidR="003B2323">
        <w:rPr>
          <w:lang w:val="fr-BE"/>
        </w:rPr>
        <w:t>bon</w:t>
      </w:r>
      <w:proofErr w:type="gramEnd"/>
      <w:r w:rsidR="003B2323">
        <w:rPr>
          <w:lang w:val="fr-BE"/>
        </w:rPr>
        <w:t xml:space="preserve"> positionnement du </w:t>
      </w:r>
      <w:proofErr w:type="spellStart"/>
      <w:r w:rsidR="003B2323">
        <w:rPr>
          <w:lang w:val="fr-BE"/>
        </w:rPr>
        <w:t>machoîr</w:t>
      </w:r>
      <w:r w:rsidR="00FA069A">
        <w:rPr>
          <w:lang w:val="fr-BE"/>
        </w:rPr>
        <w:t>e</w:t>
      </w:r>
      <w:proofErr w:type="spellEnd"/>
      <w:r w:rsidR="003B2323">
        <w:rPr>
          <w:lang w:val="fr-BE"/>
        </w:rPr>
        <w:t xml:space="preserve">. </w:t>
      </w:r>
      <w:r w:rsidR="00AE0D76">
        <w:rPr>
          <w:lang w:val="fr-BE"/>
        </w:rPr>
        <w:t>Alors il</w:t>
      </w:r>
      <w:r w:rsidR="003B2323">
        <w:rPr>
          <w:lang w:val="fr-BE"/>
        </w:rPr>
        <w:t xml:space="preserve"> doit être accessible </w:t>
      </w:r>
      <w:r w:rsidR="00AE0D76">
        <w:rPr>
          <w:lang w:val="fr-BE"/>
        </w:rPr>
        <w:t>sous différents angles.</w:t>
      </w:r>
      <w:r w:rsidR="00A452E5">
        <w:rPr>
          <w:lang w:val="fr-BE"/>
        </w:rPr>
        <w:t xml:space="preserve">  Le couleur de l’indicateur doit déterminer </w:t>
      </w:r>
      <w:r w:rsidR="00C60CF5">
        <w:rPr>
          <w:lang w:val="fr-BE"/>
        </w:rPr>
        <w:t>l’util</w:t>
      </w:r>
      <w:r w:rsidR="00FA069A">
        <w:rPr>
          <w:lang w:val="fr-BE"/>
        </w:rPr>
        <w:t>i</w:t>
      </w:r>
      <w:r w:rsidR="00C60CF5">
        <w:rPr>
          <w:lang w:val="fr-BE"/>
        </w:rPr>
        <w:t xml:space="preserve">sation du </w:t>
      </w:r>
      <w:proofErr w:type="spellStart"/>
      <w:r w:rsidR="00C60CF5">
        <w:rPr>
          <w:lang w:val="fr-BE"/>
        </w:rPr>
        <w:t>machoîr</w:t>
      </w:r>
      <w:r w:rsidR="00FA069A">
        <w:rPr>
          <w:lang w:val="fr-BE"/>
        </w:rPr>
        <w:t>e</w:t>
      </w:r>
      <w:proofErr w:type="spellEnd"/>
      <w:r w:rsidR="00FA069A">
        <w:rPr>
          <w:lang w:val="fr-BE"/>
        </w:rPr>
        <w:t xml:space="preserve"> </w:t>
      </w:r>
      <w:r w:rsidR="00C60CF5">
        <w:rPr>
          <w:lang w:val="fr-BE"/>
        </w:rPr>
        <w:t>correcte</w:t>
      </w:r>
      <w:r w:rsidR="00FA069A">
        <w:rPr>
          <w:lang w:val="fr-BE"/>
        </w:rPr>
        <w:t>.</w:t>
      </w:r>
    </w:p>
    <w:p w14:paraId="76879D7D" w14:textId="77777777" w:rsidR="00886585" w:rsidRPr="00522F53" w:rsidRDefault="00886585" w:rsidP="00886585">
      <w:pPr>
        <w:pStyle w:val="Bulleted2"/>
        <w:numPr>
          <w:ilvl w:val="0"/>
          <w:numId w:val="0"/>
        </w:numPr>
        <w:rPr>
          <w:lang w:val="fr-BE"/>
        </w:rPr>
      </w:pPr>
    </w:p>
    <w:p w14:paraId="76879D7E" w14:textId="4FCE1414" w:rsidR="00340CCB" w:rsidRDefault="00522F53" w:rsidP="00886585">
      <w:pPr>
        <w:pStyle w:val="Bulleted2"/>
        <w:numPr>
          <w:ilvl w:val="0"/>
          <w:numId w:val="0"/>
        </w:numPr>
        <w:rPr>
          <w:lang w:val="fr-BE"/>
        </w:rPr>
      </w:pPr>
      <w:r w:rsidRPr="00522F53">
        <w:rPr>
          <w:lang w:val="fr-BE"/>
        </w:rPr>
        <w:t>Les raccords sont livrés avec capuchons de protection afin d’éviter toute contamination</w:t>
      </w:r>
      <w:r w:rsidR="008B6BB6" w:rsidRPr="00522F53">
        <w:rPr>
          <w:lang w:val="fr-BE"/>
        </w:rPr>
        <w:t>.</w:t>
      </w:r>
    </w:p>
    <w:p w14:paraId="2FE5153D" w14:textId="026C9410" w:rsidR="00234F77" w:rsidRDefault="00234F77" w:rsidP="00886585">
      <w:pPr>
        <w:pStyle w:val="Bulleted2"/>
        <w:numPr>
          <w:ilvl w:val="0"/>
          <w:numId w:val="0"/>
        </w:numPr>
        <w:rPr>
          <w:lang w:val="fr-BE"/>
        </w:rPr>
      </w:pPr>
    </w:p>
    <w:p w14:paraId="76879D81" w14:textId="195CEF0A" w:rsidR="00B43984" w:rsidRPr="00522F53" w:rsidRDefault="00234F77" w:rsidP="00886585">
      <w:pPr>
        <w:pStyle w:val="Bulleted2"/>
        <w:numPr>
          <w:ilvl w:val="0"/>
          <w:numId w:val="0"/>
        </w:numPr>
        <w:rPr>
          <w:lang w:val="fr-BE"/>
        </w:rPr>
      </w:pPr>
      <w:r>
        <w:rPr>
          <w:lang w:val="fr-BE"/>
        </w:rPr>
        <w:t>Les raccords</w:t>
      </w:r>
      <w:r w:rsidR="00942060" w:rsidRPr="00942060">
        <w:rPr>
          <w:lang w:val="fr-BE"/>
        </w:rPr>
        <w:t xml:space="preserve"> </w:t>
      </w:r>
      <w:r w:rsidR="00167A19">
        <w:rPr>
          <w:lang w:val="fr-BE"/>
        </w:rPr>
        <w:t xml:space="preserve">métalliques </w:t>
      </w:r>
      <w:r w:rsidR="00942060" w:rsidRPr="00522F53">
        <w:rPr>
          <w:lang w:val="fr-BE"/>
        </w:rPr>
        <w:t>possèdent un</w:t>
      </w:r>
      <w:r w:rsidR="00167A19">
        <w:rPr>
          <w:lang w:val="fr-BE"/>
        </w:rPr>
        <w:t xml:space="preserve"> </w:t>
      </w:r>
      <w:r w:rsidR="00942060" w:rsidRPr="00522F53">
        <w:rPr>
          <w:lang w:val="fr-BE"/>
        </w:rPr>
        <w:t>anneau d’isolation qui évite le contact électrique entre le raccord et l’extrémité du tuyau</w:t>
      </w:r>
      <w:r w:rsidR="00167A19">
        <w:rPr>
          <w:lang w:val="fr-BE"/>
        </w:rPr>
        <w:t>.</w:t>
      </w:r>
    </w:p>
    <w:p w14:paraId="76879D82" w14:textId="77777777" w:rsidR="008B6BB6" w:rsidRPr="00D06139" w:rsidRDefault="00522F53" w:rsidP="00F0523A">
      <w:pPr>
        <w:pStyle w:val="Titre1"/>
        <w:numPr>
          <w:ilvl w:val="1"/>
          <w:numId w:val="18"/>
        </w:numPr>
        <w:spacing w:before="240"/>
        <w:ind w:left="0" w:firstLine="0"/>
        <w:rPr>
          <w:rFonts w:ascii="Arial" w:hAnsi="Arial"/>
          <w:b/>
          <w:u w:val="none"/>
        </w:rPr>
      </w:pPr>
      <w:r>
        <w:rPr>
          <w:rFonts w:ascii="Arial" w:hAnsi="Arial"/>
          <w:b/>
          <w:u w:val="none"/>
        </w:rPr>
        <w:t>Assemblages</w:t>
      </w:r>
    </w:p>
    <w:p w14:paraId="76879D83" w14:textId="44ADC3BE" w:rsidR="00522F53" w:rsidRPr="00522F53" w:rsidRDefault="00522F53" w:rsidP="00522F53">
      <w:pPr>
        <w:pStyle w:val="Bulleted2"/>
        <w:numPr>
          <w:ilvl w:val="0"/>
          <w:numId w:val="0"/>
        </w:numPr>
        <w:rPr>
          <w:lang w:val="fr-BE"/>
        </w:rPr>
      </w:pPr>
      <w:r w:rsidRPr="00522F53">
        <w:rPr>
          <w:lang w:val="fr-BE"/>
        </w:rPr>
        <w:t>Les tuyaux et les raccords sont assemblés selon le procédé de sertissage. D’abord le tuyau est coupé</w:t>
      </w:r>
      <w:r w:rsidR="00D81E7F">
        <w:rPr>
          <w:lang w:val="fr-BE"/>
        </w:rPr>
        <w:t xml:space="preserve"> et s</w:t>
      </w:r>
      <w:r w:rsidR="00557144">
        <w:rPr>
          <w:lang w:val="fr-BE"/>
        </w:rPr>
        <w:t xml:space="preserve">i indispensable </w:t>
      </w:r>
      <w:r w:rsidRPr="00522F53">
        <w:rPr>
          <w:lang w:val="fr-BE"/>
        </w:rPr>
        <w:t xml:space="preserve">calibré. Ensuite, le raccord à sertir est emboîté dans le tuyau </w:t>
      </w:r>
      <w:proofErr w:type="gramStart"/>
      <w:r w:rsidRPr="00522F53">
        <w:rPr>
          <w:lang w:val="fr-BE"/>
        </w:rPr>
        <w:t xml:space="preserve">jusqu’à la </w:t>
      </w:r>
      <w:r w:rsidR="008C30B9">
        <w:rPr>
          <w:lang w:val="fr-BE"/>
        </w:rPr>
        <w:t>marquage</w:t>
      </w:r>
      <w:proofErr w:type="gramEnd"/>
      <w:r w:rsidRPr="00522F53">
        <w:rPr>
          <w:lang w:val="fr-BE"/>
        </w:rPr>
        <w:t xml:space="preserve">. Finalement le </w:t>
      </w:r>
      <w:r w:rsidR="00CA6B16">
        <w:rPr>
          <w:lang w:val="fr-BE"/>
        </w:rPr>
        <w:t>raccord</w:t>
      </w:r>
      <w:r w:rsidRPr="00522F53">
        <w:rPr>
          <w:lang w:val="fr-BE"/>
        </w:rPr>
        <w:t xml:space="preserve"> est serti sur le </w:t>
      </w:r>
      <w:r w:rsidR="00CA6B16">
        <w:rPr>
          <w:lang w:val="fr-BE"/>
        </w:rPr>
        <w:t>tuyau</w:t>
      </w:r>
      <w:r w:rsidRPr="00522F53">
        <w:rPr>
          <w:lang w:val="fr-BE"/>
        </w:rPr>
        <w:t xml:space="preserve"> à l’aide d’une sertisseuse et </w:t>
      </w:r>
      <w:proofErr w:type="gramStart"/>
      <w:r w:rsidRPr="00522F53">
        <w:rPr>
          <w:lang w:val="fr-BE"/>
        </w:rPr>
        <w:t>un mâchoir</w:t>
      </w:r>
      <w:r w:rsidR="00EE5CAF">
        <w:rPr>
          <w:lang w:val="fr-BE"/>
        </w:rPr>
        <w:t>e compatible</w:t>
      </w:r>
      <w:proofErr w:type="gramEnd"/>
      <w:r w:rsidRPr="00522F53">
        <w:rPr>
          <w:lang w:val="fr-BE"/>
        </w:rPr>
        <w:t>.</w:t>
      </w:r>
    </w:p>
    <w:p w14:paraId="76879D84" w14:textId="77777777" w:rsidR="00522F53" w:rsidRPr="00522F53" w:rsidRDefault="00522F53" w:rsidP="00522F53">
      <w:pPr>
        <w:pStyle w:val="Bulleted2"/>
        <w:numPr>
          <w:ilvl w:val="0"/>
          <w:numId w:val="0"/>
        </w:numPr>
        <w:rPr>
          <w:lang w:val="fr-BE"/>
        </w:rPr>
      </w:pPr>
    </w:p>
    <w:p w14:paraId="76879D87" w14:textId="319E02A7" w:rsidR="00522F53" w:rsidRPr="00522F53" w:rsidRDefault="00397966" w:rsidP="00522F53">
      <w:pPr>
        <w:pStyle w:val="Bulleted2"/>
        <w:numPr>
          <w:ilvl w:val="0"/>
          <w:numId w:val="0"/>
        </w:numPr>
        <w:rPr>
          <w:lang w:val="fr-BE"/>
        </w:rPr>
      </w:pPr>
      <w:r>
        <w:rPr>
          <w:lang w:val="fr-BE"/>
        </w:rPr>
        <w:t>I</w:t>
      </w:r>
      <w:r w:rsidR="00522F53" w:rsidRPr="00522F53">
        <w:rPr>
          <w:lang w:val="fr-BE"/>
        </w:rPr>
        <w:t>l est possible à tout</w:t>
      </w:r>
      <w:r>
        <w:rPr>
          <w:lang w:val="fr-BE"/>
        </w:rPr>
        <w:t xml:space="preserve"> </w:t>
      </w:r>
      <w:r w:rsidR="00522F53" w:rsidRPr="00522F53">
        <w:rPr>
          <w:lang w:val="fr-BE"/>
        </w:rPr>
        <w:t xml:space="preserve">moment de contrôler visuellement la profondeur d’emboîtement du </w:t>
      </w:r>
      <w:r w:rsidR="00A43BC9">
        <w:rPr>
          <w:lang w:val="fr-BE"/>
        </w:rPr>
        <w:t>tuyau</w:t>
      </w:r>
      <w:r w:rsidR="00522F53" w:rsidRPr="00522F53">
        <w:rPr>
          <w:lang w:val="fr-BE"/>
        </w:rPr>
        <w:t xml:space="preserve"> dans le </w:t>
      </w:r>
      <w:r w:rsidR="00A43BC9">
        <w:rPr>
          <w:lang w:val="fr-BE"/>
        </w:rPr>
        <w:t>raccord</w:t>
      </w:r>
      <w:r w:rsidR="00522F53" w:rsidRPr="00522F53">
        <w:rPr>
          <w:lang w:val="fr-BE"/>
        </w:rPr>
        <w:t>.</w:t>
      </w:r>
    </w:p>
    <w:p w14:paraId="76879D88" w14:textId="77777777" w:rsidR="00522F53" w:rsidRPr="00522F53" w:rsidRDefault="00522F53" w:rsidP="00522F53">
      <w:pPr>
        <w:pStyle w:val="Bulleted2"/>
        <w:numPr>
          <w:ilvl w:val="0"/>
          <w:numId w:val="0"/>
        </w:numPr>
        <w:rPr>
          <w:lang w:val="fr-BE"/>
        </w:rPr>
      </w:pPr>
      <w:r w:rsidRPr="00522F53">
        <w:rPr>
          <w:lang w:val="fr-BE"/>
        </w:rPr>
        <w:tab/>
      </w:r>
    </w:p>
    <w:p w14:paraId="76879D89" w14:textId="22088078" w:rsidR="00522F53" w:rsidRDefault="00522F53" w:rsidP="00522F53">
      <w:pPr>
        <w:pStyle w:val="Bulleted2"/>
        <w:numPr>
          <w:ilvl w:val="0"/>
          <w:numId w:val="0"/>
        </w:numPr>
        <w:rPr>
          <w:lang w:val="fr-BE"/>
        </w:rPr>
      </w:pPr>
      <w:r w:rsidRPr="00522F53">
        <w:rPr>
          <w:lang w:val="fr-BE"/>
        </w:rPr>
        <w:t>Tous les raccordements devront être protégées au moyen d’une bande étanche provenant du même fabricant pour les installations placées dans un environnement humide en permanence ou non, dans un environnement d’émanations agressives, en dalles de béton, murs et chapes.</w:t>
      </w:r>
    </w:p>
    <w:p w14:paraId="3B352DF2" w14:textId="02307928" w:rsidR="00E329B4" w:rsidRDefault="00E329B4" w:rsidP="00522F53">
      <w:pPr>
        <w:pStyle w:val="Bulleted2"/>
        <w:numPr>
          <w:ilvl w:val="0"/>
          <w:numId w:val="0"/>
        </w:numPr>
        <w:rPr>
          <w:lang w:val="fr-BE"/>
        </w:rPr>
      </w:pPr>
    </w:p>
    <w:p w14:paraId="18A497A6" w14:textId="7F0B88F1" w:rsidR="00E329B4" w:rsidRPr="00522F53" w:rsidRDefault="00885C9E" w:rsidP="00522F53">
      <w:pPr>
        <w:pStyle w:val="Bulleted2"/>
        <w:numPr>
          <w:ilvl w:val="0"/>
          <w:numId w:val="0"/>
        </w:numPr>
        <w:rPr>
          <w:lang w:val="fr-BE"/>
        </w:rPr>
      </w:pPr>
      <w:r>
        <w:rPr>
          <w:lang w:val="fr-BE"/>
        </w:rPr>
        <w:t xml:space="preserve">Des sprays à </w:t>
      </w:r>
      <w:proofErr w:type="spellStart"/>
      <w:r>
        <w:rPr>
          <w:lang w:val="fr-BE"/>
        </w:rPr>
        <w:t>fuits</w:t>
      </w:r>
      <w:proofErr w:type="spellEnd"/>
      <w:r>
        <w:rPr>
          <w:lang w:val="fr-BE"/>
        </w:rPr>
        <w:t xml:space="preserve">, </w:t>
      </w:r>
      <w:r w:rsidR="004316EC">
        <w:rPr>
          <w:lang w:val="fr-BE"/>
        </w:rPr>
        <w:t>mousses isolantes</w:t>
      </w:r>
      <w:r w:rsidR="00D164F8">
        <w:rPr>
          <w:lang w:val="fr-BE"/>
        </w:rPr>
        <w:t xml:space="preserve"> et </w:t>
      </w:r>
      <w:r w:rsidR="00D4542C">
        <w:rPr>
          <w:lang w:val="fr-BE"/>
        </w:rPr>
        <w:t>d’</w:t>
      </w:r>
      <w:r w:rsidR="00D164F8">
        <w:rPr>
          <w:lang w:val="fr-BE"/>
        </w:rPr>
        <w:t xml:space="preserve">autres </w:t>
      </w:r>
      <w:r w:rsidR="00D4542C">
        <w:rPr>
          <w:lang w:val="fr-BE"/>
        </w:rPr>
        <w:t xml:space="preserve">substances qui </w:t>
      </w:r>
      <w:r w:rsidR="00737213">
        <w:rPr>
          <w:lang w:val="fr-BE"/>
        </w:rPr>
        <w:t>entrent en contacte avec les raccords</w:t>
      </w:r>
      <w:r w:rsidR="00465E1D">
        <w:rPr>
          <w:lang w:val="fr-BE"/>
        </w:rPr>
        <w:t xml:space="preserve"> </w:t>
      </w:r>
      <w:r w:rsidR="006C45A5">
        <w:rPr>
          <w:lang w:val="fr-BE"/>
        </w:rPr>
        <w:t xml:space="preserve">en PPSU </w:t>
      </w:r>
      <w:r w:rsidR="00465E1D">
        <w:rPr>
          <w:lang w:val="fr-BE"/>
        </w:rPr>
        <w:t xml:space="preserve">ne </w:t>
      </w:r>
      <w:r w:rsidR="006C45A5">
        <w:rPr>
          <w:lang w:val="fr-BE"/>
        </w:rPr>
        <w:t>peuvent</w:t>
      </w:r>
      <w:r w:rsidR="00465E1D">
        <w:rPr>
          <w:lang w:val="fr-BE"/>
        </w:rPr>
        <w:t xml:space="preserve"> pas d</w:t>
      </w:r>
      <w:r w:rsidR="00F26D82">
        <w:rPr>
          <w:lang w:val="fr-BE"/>
        </w:rPr>
        <w:t>’affaiblir ou endommager</w:t>
      </w:r>
      <w:r w:rsidR="00664896">
        <w:rPr>
          <w:lang w:val="fr-BE"/>
        </w:rPr>
        <w:t xml:space="preserve"> </w:t>
      </w:r>
      <w:r w:rsidR="006C45A5">
        <w:rPr>
          <w:lang w:val="fr-BE"/>
        </w:rPr>
        <w:t>c</w:t>
      </w:r>
      <w:r w:rsidR="00664896">
        <w:rPr>
          <w:lang w:val="fr-BE"/>
        </w:rPr>
        <w:t xml:space="preserve">es </w:t>
      </w:r>
      <w:proofErr w:type="gramStart"/>
      <w:r w:rsidR="00664896">
        <w:rPr>
          <w:lang w:val="fr-BE"/>
        </w:rPr>
        <w:t xml:space="preserve">raccords </w:t>
      </w:r>
      <w:r w:rsidR="006C45A5">
        <w:rPr>
          <w:lang w:val="fr-BE"/>
        </w:rPr>
        <w:t>.</w:t>
      </w:r>
      <w:proofErr w:type="gramEnd"/>
    </w:p>
    <w:p w14:paraId="76879D8A" w14:textId="77777777" w:rsidR="00522F53" w:rsidRPr="00522F53" w:rsidRDefault="00522F53" w:rsidP="00522F53">
      <w:pPr>
        <w:pStyle w:val="Bulleted2"/>
        <w:numPr>
          <w:ilvl w:val="0"/>
          <w:numId w:val="0"/>
        </w:numPr>
        <w:rPr>
          <w:lang w:val="fr-BE"/>
        </w:rPr>
      </w:pPr>
    </w:p>
    <w:p w14:paraId="76879D8B" w14:textId="77777777" w:rsidR="005A598C" w:rsidRPr="00522F53" w:rsidRDefault="00522F53" w:rsidP="00522F53">
      <w:pPr>
        <w:pStyle w:val="Bulleted2"/>
        <w:numPr>
          <w:ilvl w:val="0"/>
          <w:numId w:val="0"/>
        </w:numPr>
        <w:rPr>
          <w:lang w:val="fr-BE"/>
        </w:rPr>
      </w:pPr>
      <w:r w:rsidRPr="00522F53">
        <w:rPr>
          <w:lang w:val="fr-BE"/>
        </w:rPr>
        <w:t>Les raccords à sertir et les joints sont conçus d’une telle manière que les raccordements non-étanches montrent une fuite observable pendant l’essai de pression</w:t>
      </w:r>
      <w:r>
        <w:rPr>
          <w:lang w:val="fr-BE"/>
        </w:rPr>
        <w:t>.</w:t>
      </w:r>
    </w:p>
    <w:p w14:paraId="76879D8C" w14:textId="77777777" w:rsidR="008B6BB6" w:rsidRPr="00D06139" w:rsidRDefault="00522F53" w:rsidP="008B6BB6">
      <w:pPr>
        <w:pStyle w:val="Titre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Grilledutableau"/>
        <w:tblW w:w="0" w:type="auto"/>
        <w:tblLook w:val="04A0" w:firstRow="1" w:lastRow="0" w:firstColumn="1" w:lastColumn="0" w:noHBand="0" w:noVBand="1"/>
      </w:tblPr>
      <w:tblGrid>
        <w:gridCol w:w="4815"/>
        <w:gridCol w:w="4588"/>
      </w:tblGrid>
      <w:tr w:rsidR="008B6BB6" w14:paraId="76879D8F" w14:textId="77777777" w:rsidTr="005A3E62">
        <w:tc>
          <w:tcPr>
            <w:tcW w:w="4815" w:type="dxa"/>
          </w:tcPr>
          <w:p w14:paraId="76879D8D" w14:textId="77777777" w:rsidR="008B6BB6" w:rsidRDefault="00522F53" w:rsidP="008B6BB6">
            <w:pPr>
              <w:pStyle w:val="Bulleted2"/>
              <w:numPr>
                <w:ilvl w:val="0"/>
                <w:numId w:val="0"/>
              </w:numPr>
            </w:pPr>
            <w:proofErr w:type="spellStart"/>
            <w:r>
              <w:t>Durée</w:t>
            </w:r>
            <w:proofErr w:type="spellEnd"/>
            <w:r>
              <w:t xml:space="preserve"> de </w:t>
            </w:r>
            <w:proofErr w:type="spellStart"/>
            <w:r>
              <w:t>vie</w:t>
            </w:r>
            <w:proofErr w:type="spellEnd"/>
          </w:p>
        </w:tc>
        <w:tc>
          <w:tcPr>
            <w:tcW w:w="4588" w:type="dxa"/>
          </w:tcPr>
          <w:p w14:paraId="76879D8E" w14:textId="77777777" w:rsidR="008B6BB6" w:rsidRDefault="005A598C" w:rsidP="008B6BB6">
            <w:pPr>
              <w:pStyle w:val="Bulleted2"/>
              <w:numPr>
                <w:ilvl w:val="0"/>
                <w:numId w:val="0"/>
              </w:numPr>
            </w:pPr>
            <w:r>
              <w:t xml:space="preserve">50 </w:t>
            </w:r>
            <w:proofErr w:type="spellStart"/>
            <w:r w:rsidR="005A3E62">
              <w:t>ans</w:t>
            </w:r>
            <w:proofErr w:type="spellEnd"/>
          </w:p>
        </w:tc>
      </w:tr>
      <w:tr w:rsidR="00FD410F" w:rsidRPr="00B5757F" w14:paraId="76879D92" w14:textId="77777777" w:rsidTr="005A3E62">
        <w:tc>
          <w:tcPr>
            <w:tcW w:w="4815" w:type="dxa"/>
          </w:tcPr>
          <w:p w14:paraId="76879D90" w14:textId="77777777" w:rsidR="00FD410F" w:rsidRPr="00522F53" w:rsidRDefault="00522F53" w:rsidP="008B6BB6">
            <w:pPr>
              <w:pStyle w:val="Bulleted2"/>
              <w:numPr>
                <w:ilvl w:val="0"/>
                <w:numId w:val="0"/>
              </w:numPr>
              <w:rPr>
                <w:lang w:val="fr-BE"/>
              </w:rPr>
            </w:pPr>
            <w:r w:rsidRPr="00522F53">
              <w:rPr>
                <w:lang w:val="fr-BE"/>
              </w:rPr>
              <w:t>Pression de service maximale</w:t>
            </w:r>
          </w:p>
        </w:tc>
        <w:tc>
          <w:tcPr>
            <w:tcW w:w="4588" w:type="dxa"/>
          </w:tcPr>
          <w:p w14:paraId="76879D91" w14:textId="77777777" w:rsidR="00FD410F" w:rsidRPr="009E0B88" w:rsidRDefault="00E50FAA" w:rsidP="008B6BB6">
            <w:pPr>
              <w:pStyle w:val="Bulleted2"/>
              <w:numPr>
                <w:ilvl w:val="0"/>
                <w:numId w:val="0"/>
              </w:numPr>
              <w:rPr>
                <w:i/>
                <w:iCs/>
                <w:lang w:val="fr-BE"/>
              </w:rPr>
            </w:pPr>
            <w:r w:rsidRPr="009E0B88">
              <w:rPr>
                <w:i/>
                <w:iCs/>
                <w:highlight w:val="yellow"/>
                <w:lang w:val="fr-BE"/>
              </w:rPr>
              <w:t>A compléter en</w:t>
            </w:r>
            <w:r w:rsidR="00435883" w:rsidRPr="009E0B88">
              <w:rPr>
                <w:i/>
                <w:iCs/>
                <w:highlight w:val="yellow"/>
                <w:lang w:val="fr-BE"/>
              </w:rPr>
              <w:t xml:space="preserve"> fonction </w:t>
            </w:r>
            <w:proofErr w:type="gramStart"/>
            <w:r w:rsidR="00435883" w:rsidRPr="009E0B88">
              <w:rPr>
                <w:i/>
                <w:iCs/>
                <w:highlight w:val="yellow"/>
                <w:lang w:val="fr-BE"/>
              </w:rPr>
              <w:t>de application</w:t>
            </w:r>
            <w:proofErr w:type="gramEnd"/>
            <w:r w:rsidRPr="009E0B88">
              <w:rPr>
                <w:i/>
                <w:iCs/>
                <w:highlight w:val="yellow"/>
                <w:lang w:val="fr-BE"/>
              </w:rPr>
              <w:t xml:space="preserve"> (voir tableaux d’utilisation</w:t>
            </w:r>
            <w:r w:rsidR="00E017CF" w:rsidRPr="009E0B88">
              <w:rPr>
                <w:i/>
                <w:iCs/>
                <w:highlight w:val="yellow"/>
                <w:lang w:val="fr-BE"/>
              </w:rPr>
              <w:t xml:space="preserve">) </w:t>
            </w:r>
            <w:r w:rsidR="00E017CF" w:rsidRPr="009E0B88">
              <w:rPr>
                <w:i/>
                <w:iCs/>
                <w:highlight w:val="yellow"/>
                <w:vertAlign w:val="superscript"/>
                <w:lang w:val="fr-BE"/>
              </w:rPr>
              <w:t>(1)</w:t>
            </w:r>
          </w:p>
        </w:tc>
      </w:tr>
      <w:tr w:rsidR="00FD410F" w14:paraId="76879D95" w14:textId="77777777" w:rsidTr="005A3E62">
        <w:tc>
          <w:tcPr>
            <w:tcW w:w="4815" w:type="dxa"/>
          </w:tcPr>
          <w:p w14:paraId="76879D93" w14:textId="77777777" w:rsidR="00FD410F" w:rsidRDefault="005A3E62" w:rsidP="008B6BB6">
            <w:pPr>
              <w:pStyle w:val="Bulleted2"/>
              <w:numPr>
                <w:ilvl w:val="0"/>
                <w:numId w:val="0"/>
              </w:numPr>
            </w:pPr>
            <w:proofErr w:type="spellStart"/>
            <w:r>
              <w:t>Conductivité</w:t>
            </w:r>
            <w:proofErr w:type="spellEnd"/>
            <w:r>
              <w:t xml:space="preserve"> </w:t>
            </w:r>
            <w:proofErr w:type="spellStart"/>
            <w:r>
              <w:t>thermique</w:t>
            </w:r>
            <w:proofErr w:type="spellEnd"/>
            <w:r w:rsidR="00FD410F">
              <w:t xml:space="preserve"> </w:t>
            </w:r>
            <w:r w:rsidR="00FD410F" w:rsidRPr="00FD410F">
              <w:rPr>
                <w:lang w:val="nl-BE"/>
              </w:rPr>
              <w:sym w:font="Symbol" w:char="F06C"/>
            </w:r>
            <w:r w:rsidR="00FD410F" w:rsidRPr="00FD410F">
              <w:rPr>
                <w:lang w:val="nl-BE"/>
              </w:rPr>
              <w:t xml:space="preserve"> </w:t>
            </w:r>
            <w:r>
              <w:rPr>
                <w:lang w:val="nl-BE"/>
              </w:rPr>
              <w:t>à</w:t>
            </w:r>
            <w:r w:rsidR="00FD410F" w:rsidRPr="00FD410F">
              <w:rPr>
                <w:lang w:val="nl-BE"/>
              </w:rPr>
              <w:t xml:space="preserve"> 20°C</w:t>
            </w:r>
          </w:p>
        </w:tc>
        <w:tc>
          <w:tcPr>
            <w:tcW w:w="4588" w:type="dxa"/>
          </w:tcPr>
          <w:p w14:paraId="76879D94" w14:textId="77777777" w:rsidR="00FD410F" w:rsidRDefault="00FD410F" w:rsidP="008B6BB6">
            <w:pPr>
              <w:pStyle w:val="Bulleted2"/>
              <w:numPr>
                <w:ilvl w:val="0"/>
                <w:numId w:val="0"/>
              </w:numPr>
            </w:pPr>
            <w:r>
              <w:t>0,43 W/</w:t>
            </w:r>
            <w:proofErr w:type="spellStart"/>
            <w:r>
              <w:t>mK</w:t>
            </w:r>
            <w:proofErr w:type="spellEnd"/>
          </w:p>
        </w:tc>
      </w:tr>
      <w:tr w:rsidR="00E50FAA" w:rsidRPr="00B5757F" w14:paraId="76879D98" w14:textId="77777777" w:rsidTr="005A3E62">
        <w:tc>
          <w:tcPr>
            <w:tcW w:w="4815" w:type="dxa"/>
          </w:tcPr>
          <w:p w14:paraId="76879D96" w14:textId="77777777" w:rsidR="00E50FAA" w:rsidRDefault="00E50FAA" w:rsidP="00E50FAA">
            <w:pPr>
              <w:pStyle w:val="Bulleted2"/>
              <w:numPr>
                <w:ilvl w:val="0"/>
                <w:numId w:val="0"/>
              </w:numPr>
            </w:pPr>
            <w:proofErr w:type="spellStart"/>
            <w:r>
              <w:t>Température</w:t>
            </w:r>
            <w:proofErr w:type="spellEnd"/>
            <w:r>
              <w:t xml:space="preserve"> de service</w:t>
            </w:r>
          </w:p>
        </w:tc>
        <w:tc>
          <w:tcPr>
            <w:tcW w:w="4588" w:type="dxa"/>
          </w:tcPr>
          <w:p w14:paraId="76879D97" w14:textId="77777777" w:rsidR="00E50FAA" w:rsidRPr="009E0B88" w:rsidRDefault="00E50FAA" w:rsidP="00E50FAA">
            <w:pPr>
              <w:pStyle w:val="Bulleted2"/>
              <w:numPr>
                <w:ilvl w:val="0"/>
                <w:numId w:val="0"/>
              </w:numPr>
              <w:rPr>
                <w:i/>
                <w:iCs/>
                <w:lang w:val="fr-BE"/>
              </w:rPr>
            </w:pPr>
            <w:r w:rsidRPr="009E0B88">
              <w:rPr>
                <w:i/>
                <w:iCs/>
                <w:highlight w:val="yellow"/>
                <w:lang w:val="fr-BE"/>
              </w:rPr>
              <w:t xml:space="preserve">A compléter en fonction </w:t>
            </w:r>
            <w:proofErr w:type="gramStart"/>
            <w:r w:rsidRPr="009E0B88">
              <w:rPr>
                <w:i/>
                <w:iCs/>
                <w:highlight w:val="yellow"/>
                <w:lang w:val="fr-BE"/>
              </w:rPr>
              <w:t>de application</w:t>
            </w:r>
            <w:proofErr w:type="gramEnd"/>
            <w:r w:rsidRPr="009E0B88">
              <w:rPr>
                <w:i/>
                <w:iCs/>
                <w:highlight w:val="yellow"/>
                <w:lang w:val="fr-BE"/>
              </w:rPr>
              <w:t xml:space="preserve"> (voir tableaux d’utilisation)</w:t>
            </w:r>
            <w:r w:rsidR="00E017CF" w:rsidRPr="009E0B88">
              <w:rPr>
                <w:i/>
                <w:iCs/>
                <w:highlight w:val="yellow"/>
                <w:vertAlign w:val="superscript"/>
                <w:lang w:val="fr-BE"/>
              </w:rPr>
              <w:t xml:space="preserve"> (2)</w:t>
            </w:r>
          </w:p>
        </w:tc>
      </w:tr>
      <w:tr w:rsidR="00E017CF" w:rsidRPr="00B5757F" w14:paraId="76879D9B" w14:textId="77777777" w:rsidTr="005A3E62">
        <w:tc>
          <w:tcPr>
            <w:tcW w:w="4815" w:type="dxa"/>
          </w:tcPr>
          <w:p w14:paraId="76879D99" w14:textId="77777777" w:rsidR="00E017CF" w:rsidRDefault="00E017CF" w:rsidP="00E017CF">
            <w:pPr>
              <w:pStyle w:val="Bulleted2"/>
              <w:numPr>
                <w:ilvl w:val="0"/>
                <w:numId w:val="0"/>
              </w:numPr>
            </w:pPr>
            <w:proofErr w:type="spellStart"/>
            <w:r>
              <w:t>Température</w:t>
            </w:r>
            <w:proofErr w:type="spellEnd"/>
            <w:r>
              <w:t xml:space="preserve"> de </w:t>
            </w:r>
            <w:proofErr w:type="spellStart"/>
            <w:r>
              <w:t>dérangement</w:t>
            </w:r>
            <w:proofErr w:type="spellEnd"/>
          </w:p>
        </w:tc>
        <w:tc>
          <w:tcPr>
            <w:tcW w:w="4588" w:type="dxa"/>
          </w:tcPr>
          <w:p w14:paraId="76879D9A" w14:textId="77777777" w:rsidR="00E017CF" w:rsidRPr="009E0B88" w:rsidRDefault="00E017CF" w:rsidP="00E017CF">
            <w:pPr>
              <w:pStyle w:val="Bulleted2"/>
              <w:numPr>
                <w:ilvl w:val="0"/>
                <w:numId w:val="0"/>
              </w:numPr>
              <w:rPr>
                <w:i/>
                <w:iCs/>
                <w:lang w:val="fr-BE"/>
              </w:rPr>
            </w:pPr>
            <w:r w:rsidRPr="009E0B88">
              <w:rPr>
                <w:i/>
                <w:iCs/>
                <w:highlight w:val="yellow"/>
                <w:lang w:val="fr-BE"/>
              </w:rPr>
              <w:t xml:space="preserve">A compléter en fonction </w:t>
            </w:r>
            <w:proofErr w:type="gramStart"/>
            <w:r w:rsidRPr="009E0B88">
              <w:rPr>
                <w:i/>
                <w:iCs/>
                <w:highlight w:val="yellow"/>
                <w:lang w:val="fr-BE"/>
              </w:rPr>
              <w:t>de application</w:t>
            </w:r>
            <w:proofErr w:type="gramEnd"/>
            <w:r w:rsidRPr="009E0B88">
              <w:rPr>
                <w:i/>
                <w:iCs/>
                <w:highlight w:val="yellow"/>
                <w:lang w:val="fr-BE"/>
              </w:rPr>
              <w:t xml:space="preserve"> (voir tableaux d’utilisation)</w:t>
            </w:r>
            <w:r w:rsidRPr="009E0B88">
              <w:rPr>
                <w:i/>
                <w:iCs/>
                <w:highlight w:val="yellow"/>
                <w:vertAlign w:val="superscript"/>
                <w:lang w:val="fr-BE"/>
              </w:rPr>
              <w:t xml:space="preserve"> (3)</w:t>
            </w:r>
          </w:p>
        </w:tc>
      </w:tr>
      <w:tr w:rsidR="00E017CF" w14:paraId="76879D9E" w14:textId="77777777" w:rsidTr="005A3E62">
        <w:tc>
          <w:tcPr>
            <w:tcW w:w="4815" w:type="dxa"/>
          </w:tcPr>
          <w:p w14:paraId="76879D9C" w14:textId="77777777" w:rsidR="00E017CF" w:rsidRPr="005A3E62" w:rsidRDefault="00E017CF" w:rsidP="00E017CF">
            <w:pPr>
              <w:pStyle w:val="Bulleted2"/>
              <w:numPr>
                <w:ilvl w:val="0"/>
                <w:numId w:val="0"/>
              </w:numPr>
              <w:rPr>
                <w:lang w:val="fr-BE"/>
              </w:rPr>
            </w:pPr>
            <w:r w:rsidRPr="005A3E62">
              <w:rPr>
                <w:lang w:val="fr-BE"/>
              </w:rPr>
              <w:t xml:space="preserve"> Coeff. </w:t>
            </w:r>
            <w:proofErr w:type="gramStart"/>
            <w:r w:rsidRPr="005A3E62">
              <w:rPr>
                <w:lang w:val="fr-BE"/>
              </w:rPr>
              <w:t>de</w:t>
            </w:r>
            <w:proofErr w:type="gramEnd"/>
            <w:r w:rsidRPr="005A3E62">
              <w:rPr>
                <w:lang w:val="fr-BE"/>
              </w:rPr>
              <w:t xml:space="preserve"> dilatation thermique du tuyau (</w:t>
            </w:r>
            <w:r w:rsidRPr="005A598C">
              <w:rPr>
                <w:lang w:val="nl-BE"/>
              </w:rPr>
              <w:sym w:font="Symbol" w:char="F061"/>
            </w:r>
            <w:r w:rsidRPr="005A3E62">
              <w:rPr>
                <w:lang w:val="fr-BE"/>
              </w:rPr>
              <w:t>)</w:t>
            </w:r>
          </w:p>
        </w:tc>
        <w:tc>
          <w:tcPr>
            <w:tcW w:w="4588" w:type="dxa"/>
          </w:tcPr>
          <w:p w14:paraId="76879D9D" w14:textId="77777777" w:rsidR="00E017CF" w:rsidRDefault="00E017CF" w:rsidP="00E017CF">
            <w:pPr>
              <w:pStyle w:val="Bulleted2"/>
              <w:numPr>
                <w:ilvl w:val="0"/>
                <w:numId w:val="0"/>
              </w:numPr>
            </w:pPr>
            <w:r>
              <w:t>0,026 mm/</w:t>
            </w:r>
            <w:proofErr w:type="spellStart"/>
            <w:r>
              <w:t>mK</w:t>
            </w:r>
            <w:proofErr w:type="spellEnd"/>
          </w:p>
        </w:tc>
      </w:tr>
    </w:tbl>
    <w:p w14:paraId="76879D9F" w14:textId="77777777" w:rsidR="00FD410F" w:rsidRPr="00D06139" w:rsidRDefault="005A3E62" w:rsidP="00FD410F">
      <w:pPr>
        <w:pStyle w:val="Titre1"/>
        <w:spacing w:before="240"/>
        <w:rPr>
          <w:rFonts w:ascii="Arial" w:hAnsi="Arial"/>
          <w:b/>
        </w:rPr>
      </w:pPr>
      <w:r>
        <w:rPr>
          <w:rFonts w:ascii="Arial" w:hAnsi="Arial"/>
          <w:b/>
        </w:rPr>
        <w:t>Installation</w:t>
      </w:r>
    </w:p>
    <w:p w14:paraId="76879DA0" w14:textId="0116C401" w:rsidR="00FD410F" w:rsidRPr="005A3E62" w:rsidRDefault="005A3E62" w:rsidP="00FD410F">
      <w:pPr>
        <w:pStyle w:val="Bulleted2"/>
        <w:numPr>
          <w:ilvl w:val="0"/>
          <w:numId w:val="0"/>
        </w:numPr>
        <w:rPr>
          <w:lang w:val="fr-BE"/>
        </w:rPr>
      </w:pPr>
      <w:r w:rsidRPr="005A3E62">
        <w:rPr>
          <w:lang w:val="fr-BE"/>
        </w:rPr>
        <w:t>Selon les directives du fabricant</w:t>
      </w:r>
      <w:r w:rsidR="00FD410F" w:rsidRPr="005A3E62">
        <w:rPr>
          <w:lang w:val="fr-BE"/>
        </w:rPr>
        <w:t>.</w:t>
      </w:r>
      <w:r w:rsidR="00E017CF" w:rsidRPr="00E017CF">
        <w:rPr>
          <w:lang w:val="fr-BE"/>
        </w:rPr>
        <w:t xml:space="preserve"> </w:t>
      </w:r>
    </w:p>
    <w:p w14:paraId="76879DA3" w14:textId="62DE76E1" w:rsidR="00E017CF" w:rsidRDefault="00E017CF" w:rsidP="0069129C">
      <w:pPr>
        <w:pStyle w:val="Bulleted2"/>
        <w:numPr>
          <w:ilvl w:val="0"/>
          <w:numId w:val="0"/>
        </w:numPr>
        <w:rPr>
          <w:lang w:val="fr-BE"/>
        </w:rPr>
      </w:pPr>
    </w:p>
    <w:p w14:paraId="0B83841C" w14:textId="4F6FEF00" w:rsidR="00EF4430" w:rsidRDefault="00EF4430" w:rsidP="0069129C">
      <w:pPr>
        <w:pStyle w:val="Bulleted2"/>
        <w:numPr>
          <w:ilvl w:val="0"/>
          <w:numId w:val="0"/>
        </w:numPr>
        <w:rPr>
          <w:lang w:val="fr-BE"/>
        </w:rPr>
      </w:pPr>
    </w:p>
    <w:p w14:paraId="1430C21F" w14:textId="2D93E10D" w:rsidR="00EF4430" w:rsidRDefault="00EF4430" w:rsidP="0069129C">
      <w:pPr>
        <w:pStyle w:val="Bulleted2"/>
        <w:numPr>
          <w:ilvl w:val="0"/>
          <w:numId w:val="0"/>
        </w:numPr>
        <w:rPr>
          <w:lang w:val="fr-BE"/>
        </w:rPr>
      </w:pPr>
    </w:p>
    <w:p w14:paraId="1D2D75A2" w14:textId="77777777" w:rsidR="00EF4430" w:rsidRDefault="00EF4430" w:rsidP="0069129C">
      <w:pPr>
        <w:pStyle w:val="Bulleted2"/>
        <w:numPr>
          <w:ilvl w:val="0"/>
          <w:numId w:val="0"/>
        </w:numPr>
        <w:rPr>
          <w:lang w:val="fr-BE"/>
        </w:rPr>
      </w:pPr>
    </w:p>
    <w:p w14:paraId="76879DA4" w14:textId="77777777" w:rsidR="00E017CF" w:rsidRDefault="00E017CF" w:rsidP="0069129C">
      <w:pPr>
        <w:pStyle w:val="Bulleted2"/>
        <w:numPr>
          <w:ilvl w:val="0"/>
          <w:numId w:val="0"/>
        </w:numPr>
        <w:rPr>
          <w:lang w:val="fr-BE"/>
        </w:rPr>
      </w:pPr>
    </w:p>
    <w:p w14:paraId="76879DA5" w14:textId="77777777" w:rsidR="00E017CF" w:rsidRDefault="00E017CF" w:rsidP="0069129C">
      <w:pPr>
        <w:pStyle w:val="Bulleted2"/>
        <w:numPr>
          <w:ilvl w:val="0"/>
          <w:numId w:val="0"/>
        </w:numPr>
        <w:rPr>
          <w:lang w:val="fr-BE"/>
        </w:rPr>
      </w:pPr>
    </w:p>
    <w:p w14:paraId="76879DA6" w14:textId="77777777" w:rsidR="00E017CF" w:rsidRDefault="00E017CF" w:rsidP="0069129C">
      <w:pPr>
        <w:pStyle w:val="Bulleted2"/>
        <w:numPr>
          <w:ilvl w:val="0"/>
          <w:numId w:val="0"/>
        </w:numPr>
        <w:rPr>
          <w:lang w:val="fr-BE"/>
        </w:rPr>
      </w:pPr>
    </w:p>
    <w:p w14:paraId="76879DA7" w14:textId="77777777" w:rsidR="00E017CF" w:rsidRDefault="00E017CF" w:rsidP="0069129C">
      <w:pPr>
        <w:pStyle w:val="Bulleted2"/>
        <w:numPr>
          <w:ilvl w:val="0"/>
          <w:numId w:val="0"/>
        </w:numPr>
        <w:rPr>
          <w:lang w:val="fr-BE"/>
        </w:rPr>
      </w:pPr>
    </w:p>
    <w:p w14:paraId="76879DA8" w14:textId="77777777" w:rsidR="00E017CF" w:rsidRDefault="00E017CF" w:rsidP="0069129C">
      <w:pPr>
        <w:pStyle w:val="Bulleted2"/>
        <w:numPr>
          <w:ilvl w:val="0"/>
          <w:numId w:val="0"/>
        </w:numPr>
        <w:rPr>
          <w:lang w:val="fr-BE"/>
        </w:rPr>
      </w:pPr>
    </w:p>
    <w:p w14:paraId="76879DA9" w14:textId="77777777" w:rsidR="00E017CF" w:rsidRDefault="00E017CF" w:rsidP="0069129C">
      <w:pPr>
        <w:pStyle w:val="Bulleted2"/>
        <w:numPr>
          <w:ilvl w:val="0"/>
          <w:numId w:val="0"/>
        </w:numPr>
        <w:rPr>
          <w:lang w:val="fr-BE"/>
        </w:rPr>
      </w:pPr>
    </w:p>
    <w:p w14:paraId="76879DAA" w14:textId="77777777" w:rsidR="00E017CF" w:rsidRDefault="00E017CF" w:rsidP="0069129C">
      <w:pPr>
        <w:pStyle w:val="Bulleted2"/>
        <w:numPr>
          <w:ilvl w:val="0"/>
          <w:numId w:val="0"/>
        </w:numPr>
        <w:rPr>
          <w:lang w:val="fr-BE"/>
        </w:rPr>
      </w:pPr>
    </w:p>
    <w:p w14:paraId="76879DAB" w14:textId="77777777"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Pression de service maximales pour applications </w:t>
      </w:r>
      <w:proofErr w:type="gramStart"/>
      <w:r w:rsidRPr="00E017CF">
        <w:rPr>
          <w:highlight w:val="yellow"/>
          <w:vertAlign w:val="superscript"/>
          <w:lang w:val="fr-BE"/>
        </w:rPr>
        <w:t>courantes:</w:t>
      </w:r>
      <w:proofErr w:type="gramEnd"/>
    </w:p>
    <w:p w14:paraId="76879DAC" w14:textId="77777777"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chaude</w:t>
      </w:r>
      <w:proofErr w:type="spellEnd"/>
      <w:r>
        <w:rPr>
          <w:highlight w:val="yellow"/>
          <w:vertAlign w:val="superscript"/>
        </w:rPr>
        <w:t xml:space="preserve"> sanitaire</w:t>
      </w:r>
      <w:r w:rsidRPr="001749F1">
        <w:rPr>
          <w:highlight w:val="yellow"/>
          <w:vertAlign w:val="superscript"/>
        </w:rPr>
        <w:t>: 10 bar</w:t>
      </w:r>
    </w:p>
    <w:p w14:paraId="76879DAD" w14:textId="77777777"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froide</w:t>
      </w:r>
      <w:proofErr w:type="spellEnd"/>
      <w:r>
        <w:rPr>
          <w:highlight w:val="yellow"/>
          <w:vertAlign w:val="superscript"/>
        </w:rPr>
        <w:t xml:space="preserve"> sanitaire</w:t>
      </w:r>
      <w:r w:rsidRPr="001749F1">
        <w:rPr>
          <w:highlight w:val="yellow"/>
          <w:vertAlign w:val="superscript"/>
        </w:rPr>
        <w:t>: 16 bar</w:t>
      </w:r>
    </w:p>
    <w:p w14:paraId="76879DAE" w14:textId="77777777" w:rsidR="00E017CF" w:rsidRPr="001749F1" w:rsidRDefault="00E017CF" w:rsidP="00E017CF">
      <w:pPr>
        <w:pStyle w:val="Bulleted2"/>
        <w:numPr>
          <w:ilvl w:val="1"/>
          <w:numId w:val="31"/>
        </w:numPr>
        <w:rPr>
          <w:highlight w:val="yellow"/>
          <w:vertAlign w:val="superscript"/>
        </w:rPr>
      </w:pPr>
      <w:proofErr w:type="spellStart"/>
      <w:r>
        <w:rPr>
          <w:highlight w:val="yellow"/>
          <w:vertAlign w:val="superscript"/>
        </w:rPr>
        <w:t>Refroidissement</w:t>
      </w:r>
      <w:proofErr w:type="spellEnd"/>
      <w:r>
        <w:rPr>
          <w:highlight w:val="yellow"/>
          <w:vertAlign w:val="superscript"/>
        </w:rPr>
        <w:t xml:space="preserve"> et chauffage</w:t>
      </w:r>
      <w:r w:rsidRPr="001749F1">
        <w:rPr>
          <w:highlight w:val="yellow"/>
          <w:vertAlign w:val="superscript"/>
        </w:rPr>
        <w:t>: 10 bar</w:t>
      </w:r>
    </w:p>
    <w:p w14:paraId="76879DAF" w14:textId="77777777"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service pour applications </w:t>
      </w:r>
      <w:proofErr w:type="gramStart"/>
      <w:r w:rsidRPr="00E017CF">
        <w:rPr>
          <w:highlight w:val="yellow"/>
          <w:vertAlign w:val="superscript"/>
          <w:lang w:val="fr-BE"/>
        </w:rPr>
        <w:t>courantes:</w:t>
      </w:r>
      <w:proofErr w:type="gramEnd"/>
    </w:p>
    <w:p w14:paraId="76879DB0" w14:textId="77777777" w:rsidR="00E017CF" w:rsidRPr="001749F1" w:rsidRDefault="00E017CF" w:rsidP="00E017CF">
      <w:pPr>
        <w:pStyle w:val="Bulleted2"/>
        <w:numPr>
          <w:ilvl w:val="1"/>
          <w:numId w:val="31"/>
        </w:numPr>
        <w:rPr>
          <w:highlight w:val="yellow"/>
          <w:vertAlign w:val="superscript"/>
        </w:rPr>
      </w:pPr>
      <w:r>
        <w:rPr>
          <w:highlight w:val="yellow"/>
          <w:vertAlign w:val="superscript"/>
        </w:rPr>
        <w:t>Eau sanitaire</w:t>
      </w:r>
      <w:r w:rsidRPr="001749F1">
        <w:rPr>
          <w:highlight w:val="yellow"/>
          <w:vertAlign w:val="superscript"/>
        </w:rPr>
        <w:t>: 0°C – 70°C</w:t>
      </w:r>
    </w:p>
    <w:p w14:paraId="76879DB1" w14:textId="77777777" w:rsidR="00E017CF" w:rsidRPr="001749F1" w:rsidRDefault="00E017CF" w:rsidP="00E017CF">
      <w:pPr>
        <w:pStyle w:val="Bulleted2"/>
        <w:numPr>
          <w:ilvl w:val="1"/>
          <w:numId w:val="31"/>
        </w:numPr>
        <w:rPr>
          <w:highlight w:val="yellow"/>
          <w:vertAlign w:val="superscript"/>
        </w:rPr>
      </w:pPr>
      <w:r>
        <w:rPr>
          <w:highlight w:val="yellow"/>
          <w:vertAlign w:val="superscript"/>
        </w:rPr>
        <w:t>Chauffage</w:t>
      </w:r>
      <w:r w:rsidRPr="001749F1">
        <w:rPr>
          <w:highlight w:val="yellow"/>
          <w:vertAlign w:val="superscript"/>
        </w:rPr>
        <w:t>: 0°C – 80°C</w:t>
      </w:r>
    </w:p>
    <w:p w14:paraId="76879DB2" w14:textId="77777777"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Refroidissement avec </w:t>
      </w:r>
      <w:proofErr w:type="spellStart"/>
      <w:r w:rsidRPr="00E017CF">
        <w:rPr>
          <w:highlight w:val="yellow"/>
          <w:vertAlign w:val="superscript"/>
          <w:lang w:val="fr-BE"/>
        </w:rPr>
        <w:t>anti-</w:t>
      </w:r>
      <w:proofErr w:type="gramStart"/>
      <w:r w:rsidRPr="00E017CF">
        <w:rPr>
          <w:highlight w:val="yellow"/>
          <w:vertAlign w:val="superscript"/>
          <w:lang w:val="fr-BE"/>
        </w:rPr>
        <w:t>gel</w:t>
      </w:r>
      <w:proofErr w:type="spellEnd"/>
      <w:r w:rsidRPr="00E017CF">
        <w:rPr>
          <w:highlight w:val="yellow"/>
          <w:vertAlign w:val="superscript"/>
          <w:lang w:val="fr-BE"/>
        </w:rPr>
        <w:t>:</w:t>
      </w:r>
      <w:proofErr w:type="gramEnd"/>
      <w:r w:rsidRPr="00E017CF">
        <w:rPr>
          <w:highlight w:val="yellow"/>
          <w:vertAlign w:val="superscript"/>
          <w:lang w:val="fr-BE"/>
        </w:rPr>
        <w:t xml:space="preserve"> -10°C – 70°C</w:t>
      </w:r>
    </w:p>
    <w:p w14:paraId="76879DB3" w14:textId="77777777"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w:t>
      </w:r>
      <w:r>
        <w:rPr>
          <w:highlight w:val="yellow"/>
          <w:vertAlign w:val="superscript"/>
          <w:lang w:val="fr-BE"/>
        </w:rPr>
        <w:t>dérangement</w:t>
      </w:r>
      <w:r w:rsidRPr="00E017CF">
        <w:rPr>
          <w:highlight w:val="yellow"/>
          <w:vertAlign w:val="superscript"/>
          <w:lang w:val="fr-BE"/>
        </w:rPr>
        <w:t xml:space="preserve"> pour applications </w:t>
      </w:r>
      <w:proofErr w:type="gramStart"/>
      <w:r w:rsidRPr="00E017CF">
        <w:rPr>
          <w:highlight w:val="yellow"/>
          <w:vertAlign w:val="superscript"/>
          <w:lang w:val="fr-BE"/>
        </w:rPr>
        <w:t>courantes:</w:t>
      </w:r>
      <w:proofErr w:type="gramEnd"/>
    </w:p>
    <w:p w14:paraId="76879DB4" w14:textId="77777777"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Eau chaude </w:t>
      </w:r>
      <w:proofErr w:type="gramStart"/>
      <w:r w:rsidRPr="00E017CF">
        <w:rPr>
          <w:highlight w:val="yellow"/>
          <w:vertAlign w:val="superscript"/>
          <w:lang w:val="fr-BE"/>
        </w:rPr>
        <w:t>sanitaire:</w:t>
      </w:r>
      <w:proofErr w:type="gramEnd"/>
      <w:r w:rsidRPr="00E017CF">
        <w:rPr>
          <w:highlight w:val="yellow"/>
          <w:vertAlign w:val="superscript"/>
          <w:lang w:val="fr-BE"/>
        </w:rPr>
        <w:t xml:space="preserve"> 95°C durant 100 h</w:t>
      </w:r>
      <w:r>
        <w:rPr>
          <w:highlight w:val="yellow"/>
          <w:vertAlign w:val="superscript"/>
          <w:lang w:val="fr-BE"/>
        </w:rPr>
        <w:t>eures maximales pendant sa durée de vie</w:t>
      </w:r>
    </w:p>
    <w:p w14:paraId="76879DB5" w14:textId="77777777" w:rsidR="00E017CF" w:rsidRPr="00E017CF" w:rsidRDefault="00E017CF" w:rsidP="00E017CF">
      <w:pPr>
        <w:pStyle w:val="Bulleted2"/>
        <w:numPr>
          <w:ilvl w:val="1"/>
          <w:numId w:val="31"/>
        </w:numPr>
        <w:rPr>
          <w:highlight w:val="yellow"/>
          <w:vertAlign w:val="superscript"/>
          <w:lang w:val="fr-BE"/>
        </w:rPr>
      </w:pPr>
      <w:proofErr w:type="gramStart"/>
      <w:r w:rsidRPr="00E017CF">
        <w:rPr>
          <w:highlight w:val="yellow"/>
          <w:vertAlign w:val="superscript"/>
          <w:lang w:val="fr-BE"/>
        </w:rPr>
        <w:t>Chauffage:</w:t>
      </w:r>
      <w:proofErr w:type="gramEnd"/>
      <w:r w:rsidRPr="00E017CF">
        <w:rPr>
          <w:highlight w:val="yellow"/>
          <w:vertAlign w:val="superscript"/>
          <w:lang w:val="fr-BE"/>
        </w:rPr>
        <w:t xml:space="preserve"> 100°C durant 100 h</w:t>
      </w:r>
      <w:r>
        <w:rPr>
          <w:highlight w:val="yellow"/>
          <w:vertAlign w:val="superscript"/>
          <w:lang w:val="fr-BE"/>
        </w:rPr>
        <w:t>eures maximales pendant sa durée de vie</w:t>
      </w:r>
    </w:p>
    <w:p w14:paraId="76879DB6" w14:textId="77777777" w:rsidR="00E017CF" w:rsidRPr="00E017CF" w:rsidRDefault="00E017CF" w:rsidP="0069129C">
      <w:pPr>
        <w:pStyle w:val="Bulleted2"/>
        <w:numPr>
          <w:ilvl w:val="0"/>
          <w:numId w:val="0"/>
        </w:numPr>
        <w:rPr>
          <w:lang w:val="fr-BE"/>
        </w:rPr>
      </w:pPr>
    </w:p>
    <w:sectPr w:rsidR="00E017CF" w:rsidRPr="00E017CF" w:rsidSect="0069129C">
      <w:headerReference w:type="default" r:id="rId10"/>
      <w:footerReference w:type="default" r:id="rId11"/>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D3F35" w14:textId="77777777" w:rsidR="00D3693D" w:rsidRDefault="00D3693D">
      <w:r>
        <w:separator/>
      </w:r>
    </w:p>
  </w:endnote>
  <w:endnote w:type="continuationSeparator" w:id="0">
    <w:p w14:paraId="66BEADD7" w14:textId="77777777" w:rsidR="00D3693D" w:rsidRDefault="00D3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6879DC1" w14:textId="77777777">
      <w:tc>
        <w:tcPr>
          <w:tcW w:w="3392" w:type="dxa"/>
        </w:tcPr>
        <w:p w14:paraId="76879DBE" w14:textId="53DD43A4" w:rsidR="00025544" w:rsidRPr="00D06139" w:rsidRDefault="0069129C" w:rsidP="003242F8">
          <w:pPr>
            <w:pStyle w:val="Pieddepage"/>
            <w:rPr>
              <w:rFonts w:cs="Arial"/>
            </w:rPr>
          </w:pPr>
          <w:proofErr w:type="spellStart"/>
          <w:proofErr w:type="gramStart"/>
          <w:r>
            <w:rPr>
              <w:rFonts w:cs="Arial"/>
            </w:rPr>
            <w:t>versi</w:t>
          </w:r>
          <w:r w:rsidR="007E0C51">
            <w:rPr>
              <w:rFonts w:cs="Arial"/>
            </w:rPr>
            <w:t>on</w:t>
          </w:r>
          <w:proofErr w:type="spellEnd"/>
          <w:proofErr w:type="gramEnd"/>
          <w:r>
            <w:rPr>
              <w:rFonts w:cs="Arial"/>
            </w:rPr>
            <w:t xml:space="preserve"> </w:t>
          </w:r>
          <w:r w:rsidR="00EF4430">
            <w:rPr>
              <w:rFonts w:cs="Arial"/>
            </w:rPr>
            <w:t>1.0</w:t>
          </w:r>
        </w:p>
      </w:tc>
      <w:tc>
        <w:tcPr>
          <w:tcW w:w="3392" w:type="dxa"/>
        </w:tcPr>
        <w:p w14:paraId="76879DBF" w14:textId="77777777" w:rsidR="00025544" w:rsidRPr="00D06139" w:rsidRDefault="007E0C51">
          <w:pPr>
            <w:jc w:val="center"/>
            <w:rPr>
              <w:rFonts w:cs="Arial"/>
              <w:sz w:val="20"/>
            </w:rPr>
          </w:pPr>
          <w:proofErr w:type="gramStart"/>
          <w:r>
            <w:rPr>
              <w:rFonts w:cs="Arial"/>
              <w:sz w:val="20"/>
            </w:rPr>
            <w:t>cahier</w:t>
          </w:r>
          <w:proofErr w:type="gramEnd"/>
          <w:r>
            <w:rPr>
              <w:rFonts w:cs="Arial"/>
              <w:sz w:val="20"/>
            </w:rPr>
            <w:t xml:space="preserve"> de charge</w:t>
          </w:r>
        </w:p>
      </w:tc>
      <w:tc>
        <w:tcPr>
          <w:tcW w:w="3392" w:type="dxa"/>
        </w:tcPr>
        <w:p w14:paraId="76879DC0" w14:textId="77777777" w:rsidR="00025544" w:rsidRPr="00D06139" w:rsidRDefault="00025544" w:rsidP="00272819">
          <w:pPr>
            <w:pStyle w:val="Pieddepage"/>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76879DC2"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E313B" w14:textId="77777777" w:rsidR="00D3693D" w:rsidRDefault="00D3693D">
      <w:r>
        <w:separator/>
      </w:r>
    </w:p>
  </w:footnote>
  <w:footnote w:type="continuationSeparator" w:id="0">
    <w:p w14:paraId="0DE9D4BC" w14:textId="77777777" w:rsidR="00D3693D" w:rsidRDefault="00D36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79DBC" w14:textId="6EAF44AB" w:rsidR="00025544" w:rsidRPr="008A5169" w:rsidRDefault="00025544" w:rsidP="00080B0F">
    <w:pPr>
      <w:pStyle w:val="En-tte"/>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EF4430">
      <w:rPr>
        <w:rFonts w:ascii="Arial" w:hAnsi="Arial" w:cs="Arial"/>
        <w:b/>
      </w:rPr>
      <w:t>FlowFit</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14:anchorId="76879DC5" wp14:editId="76879DC6">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Titre2"/>
      <w:lvlText w:val="%1.%2."/>
      <w:lvlJc w:val="left"/>
      <w:pPr>
        <w:tabs>
          <w:tab w:val="num" w:pos="567"/>
        </w:tabs>
        <w:ind w:left="567" w:hanging="567"/>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Titre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5254115">
    <w:abstractNumId w:val="20"/>
  </w:num>
  <w:num w:numId="2" w16cid:durableId="2076317858">
    <w:abstractNumId w:val="27"/>
  </w:num>
  <w:num w:numId="3" w16cid:durableId="1157112242">
    <w:abstractNumId w:val="4"/>
  </w:num>
  <w:num w:numId="4" w16cid:durableId="760223706">
    <w:abstractNumId w:val="3"/>
  </w:num>
  <w:num w:numId="5" w16cid:durableId="114103085">
    <w:abstractNumId w:val="15"/>
  </w:num>
  <w:num w:numId="6" w16cid:durableId="768694885">
    <w:abstractNumId w:val="17"/>
  </w:num>
  <w:num w:numId="7" w16cid:durableId="1779255866">
    <w:abstractNumId w:val="6"/>
  </w:num>
  <w:num w:numId="8" w16cid:durableId="645163754">
    <w:abstractNumId w:val="24"/>
  </w:num>
  <w:num w:numId="9" w16cid:durableId="1670521755">
    <w:abstractNumId w:val="30"/>
  </w:num>
  <w:num w:numId="10" w16cid:durableId="1633755102">
    <w:abstractNumId w:val="2"/>
  </w:num>
  <w:num w:numId="11" w16cid:durableId="718017935">
    <w:abstractNumId w:val="14"/>
  </w:num>
  <w:num w:numId="12" w16cid:durableId="868685863">
    <w:abstractNumId w:val="13"/>
  </w:num>
  <w:num w:numId="13" w16cid:durableId="1979649059">
    <w:abstractNumId w:val="29"/>
  </w:num>
  <w:num w:numId="14" w16cid:durableId="100105969">
    <w:abstractNumId w:val="8"/>
  </w:num>
  <w:num w:numId="15" w16cid:durableId="1186094175">
    <w:abstractNumId w:val="0"/>
  </w:num>
  <w:num w:numId="16" w16cid:durableId="810094262">
    <w:abstractNumId w:val="11"/>
  </w:num>
  <w:num w:numId="17" w16cid:durableId="760490837">
    <w:abstractNumId w:val="5"/>
  </w:num>
  <w:num w:numId="18" w16cid:durableId="1876503326">
    <w:abstractNumId w:val="25"/>
  </w:num>
  <w:num w:numId="19" w16cid:durableId="1910311792">
    <w:abstractNumId w:val="26"/>
  </w:num>
  <w:num w:numId="20" w16cid:durableId="330764280">
    <w:abstractNumId w:val="22"/>
  </w:num>
  <w:num w:numId="21" w16cid:durableId="950012854">
    <w:abstractNumId w:val="21"/>
  </w:num>
  <w:num w:numId="22" w16cid:durableId="1392729064">
    <w:abstractNumId w:val="16"/>
  </w:num>
  <w:num w:numId="23" w16cid:durableId="1660502420">
    <w:abstractNumId w:val="28"/>
  </w:num>
  <w:num w:numId="24" w16cid:durableId="212817447">
    <w:abstractNumId w:val="9"/>
  </w:num>
  <w:num w:numId="25" w16cid:durableId="676465975">
    <w:abstractNumId w:val="10"/>
  </w:num>
  <w:num w:numId="26" w16cid:durableId="404033893">
    <w:abstractNumId w:val="1"/>
  </w:num>
  <w:num w:numId="27" w16cid:durableId="711345772">
    <w:abstractNumId w:val="18"/>
  </w:num>
  <w:num w:numId="28" w16cid:durableId="1600455529">
    <w:abstractNumId w:val="7"/>
  </w:num>
  <w:num w:numId="29" w16cid:durableId="713778204">
    <w:abstractNumId w:val="23"/>
  </w:num>
  <w:num w:numId="30" w16cid:durableId="502352541">
    <w:abstractNumId w:val="12"/>
  </w:num>
  <w:num w:numId="31" w16cid:durableId="406532845">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E3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6FCF"/>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6E9A"/>
    <w:rsid w:val="001477B0"/>
    <w:rsid w:val="00153C00"/>
    <w:rsid w:val="00160B07"/>
    <w:rsid w:val="00167A19"/>
    <w:rsid w:val="001713AD"/>
    <w:rsid w:val="00186A4B"/>
    <w:rsid w:val="001879EF"/>
    <w:rsid w:val="00193583"/>
    <w:rsid w:val="001A794D"/>
    <w:rsid w:val="001B3511"/>
    <w:rsid w:val="001B72F7"/>
    <w:rsid w:val="001B76D0"/>
    <w:rsid w:val="001C502F"/>
    <w:rsid w:val="001C5873"/>
    <w:rsid w:val="001C5A6C"/>
    <w:rsid w:val="001C76B6"/>
    <w:rsid w:val="001D4A54"/>
    <w:rsid w:val="001D79B0"/>
    <w:rsid w:val="001F0B2D"/>
    <w:rsid w:val="001F3DE7"/>
    <w:rsid w:val="001F71C1"/>
    <w:rsid w:val="001F7C8E"/>
    <w:rsid w:val="00206862"/>
    <w:rsid w:val="00216DB4"/>
    <w:rsid w:val="00224FBC"/>
    <w:rsid w:val="00234F77"/>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2F733F"/>
    <w:rsid w:val="00301CA4"/>
    <w:rsid w:val="00303120"/>
    <w:rsid w:val="00305426"/>
    <w:rsid w:val="0030575F"/>
    <w:rsid w:val="00305AEA"/>
    <w:rsid w:val="00310F74"/>
    <w:rsid w:val="00323382"/>
    <w:rsid w:val="003242F8"/>
    <w:rsid w:val="00327981"/>
    <w:rsid w:val="00332202"/>
    <w:rsid w:val="00334D96"/>
    <w:rsid w:val="00335E0D"/>
    <w:rsid w:val="003375FF"/>
    <w:rsid w:val="00340CCB"/>
    <w:rsid w:val="00355C04"/>
    <w:rsid w:val="0036036A"/>
    <w:rsid w:val="00364BAB"/>
    <w:rsid w:val="0036662E"/>
    <w:rsid w:val="00366E6E"/>
    <w:rsid w:val="0037215B"/>
    <w:rsid w:val="00374FF7"/>
    <w:rsid w:val="0037674A"/>
    <w:rsid w:val="003815A1"/>
    <w:rsid w:val="00383F7C"/>
    <w:rsid w:val="0038493C"/>
    <w:rsid w:val="00386723"/>
    <w:rsid w:val="003877F3"/>
    <w:rsid w:val="00387D05"/>
    <w:rsid w:val="0039328A"/>
    <w:rsid w:val="00397966"/>
    <w:rsid w:val="003B0C24"/>
    <w:rsid w:val="003B2323"/>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16EC"/>
    <w:rsid w:val="0043544C"/>
    <w:rsid w:val="00435883"/>
    <w:rsid w:val="00440CA1"/>
    <w:rsid w:val="00444B9B"/>
    <w:rsid w:val="00447003"/>
    <w:rsid w:val="004474FA"/>
    <w:rsid w:val="00452B5C"/>
    <w:rsid w:val="004539AA"/>
    <w:rsid w:val="00455E90"/>
    <w:rsid w:val="004566A8"/>
    <w:rsid w:val="00462A81"/>
    <w:rsid w:val="004638F2"/>
    <w:rsid w:val="00465E1D"/>
    <w:rsid w:val="004705EE"/>
    <w:rsid w:val="00472918"/>
    <w:rsid w:val="004745E4"/>
    <w:rsid w:val="0047796A"/>
    <w:rsid w:val="004813F9"/>
    <w:rsid w:val="00485C0D"/>
    <w:rsid w:val="00485EC8"/>
    <w:rsid w:val="00491352"/>
    <w:rsid w:val="004924A9"/>
    <w:rsid w:val="00496453"/>
    <w:rsid w:val="004B48BA"/>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2F53"/>
    <w:rsid w:val="00523215"/>
    <w:rsid w:val="00532AC1"/>
    <w:rsid w:val="00535D6A"/>
    <w:rsid w:val="00540609"/>
    <w:rsid w:val="00540DBE"/>
    <w:rsid w:val="005449E5"/>
    <w:rsid w:val="00551608"/>
    <w:rsid w:val="00554BF5"/>
    <w:rsid w:val="00557144"/>
    <w:rsid w:val="00557F6C"/>
    <w:rsid w:val="00564C24"/>
    <w:rsid w:val="00567B63"/>
    <w:rsid w:val="00580A4E"/>
    <w:rsid w:val="00580E2C"/>
    <w:rsid w:val="00584014"/>
    <w:rsid w:val="00585783"/>
    <w:rsid w:val="00585883"/>
    <w:rsid w:val="005928F6"/>
    <w:rsid w:val="005946D1"/>
    <w:rsid w:val="005A1279"/>
    <w:rsid w:val="005A134F"/>
    <w:rsid w:val="005A3712"/>
    <w:rsid w:val="005A3E6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5F1E"/>
    <w:rsid w:val="00647AEB"/>
    <w:rsid w:val="00650384"/>
    <w:rsid w:val="0065348C"/>
    <w:rsid w:val="006540BE"/>
    <w:rsid w:val="00655CF4"/>
    <w:rsid w:val="006607E9"/>
    <w:rsid w:val="00660B72"/>
    <w:rsid w:val="00664078"/>
    <w:rsid w:val="00664896"/>
    <w:rsid w:val="00670227"/>
    <w:rsid w:val="00670CC4"/>
    <w:rsid w:val="0068597D"/>
    <w:rsid w:val="00685B7E"/>
    <w:rsid w:val="0068606C"/>
    <w:rsid w:val="0069129C"/>
    <w:rsid w:val="00694EDF"/>
    <w:rsid w:val="006A0B90"/>
    <w:rsid w:val="006A1059"/>
    <w:rsid w:val="006A60C0"/>
    <w:rsid w:val="006B50D6"/>
    <w:rsid w:val="006B6331"/>
    <w:rsid w:val="006C0EE1"/>
    <w:rsid w:val="006C45A5"/>
    <w:rsid w:val="006C4699"/>
    <w:rsid w:val="006C7C5F"/>
    <w:rsid w:val="006D2489"/>
    <w:rsid w:val="006D7788"/>
    <w:rsid w:val="006E0062"/>
    <w:rsid w:val="006E4D48"/>
    <w:rsid w:val="006F39B2"/>
    <w:rsid w:val="006F5EDD"/>
    <w:rsid w:val="006F727D"/>
    <w:rsid w:val="00710BEF"/>
    <w:rsid w:val="00711D7C"/>
    <w:rsid w:val="00712C19"/>
    <w:rsid w:val="007221BB"/>
    <w:rsid w:val="00722206"/>
    <w:rsid w:val="00722285"/>
    <w:rsid w:val="00724501"/>
    <w:rsid w:val="00730B29"/>
    <w:rsid w:val="00735DE7"/>
    <w:rsid w:val="00737213"/>
    <w:rsid w:val="00756D47"/>
    <w:rsid w:val="00763281"/>
    <w:rsid w:val="007653FE"/>
    <w:rsid w:val="00765916"/>
    <w:rsid w:val="00766F1D"/>
    <w:rsid w:val="00767500"/>
    <w:rsid w:val="00767AB8"/>
    <w:rsid w:val="00771E82"/>
    <w:rsid w:val="00777F6E"/>
    <w:rsid w:val="00782661"/>
    <w:rsid w:val="00785436"/>
    <w:rsid w:val="00786218"/>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01A"/>
    <w:rsid w:val="007D3795"/>
    <w:rsid w:val="007E03CF"/>
    <w:rsid w:val="007E0C51"/>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4116"/>
    <w:rsid w:val="00864765"/>
    <w:rsid w:val="00866932"/>
    <w:rsid w:val="00875129"/>
    <w:rsid w:val="00882212"/>
    <w:rsid w:val="008838BE"/>
    <w:rsid w:val="00885C9E"/>
    <w:rsid w:val="00886585"/>
    <w:rsid w:val="0089797D"/>
    <w:rsid w:val="008A4182"/>
    <w:rsid w:val="008A4C19"/>
    <w:rsid w:val="008A5169"/>
    <w:rsid w:val="008A666A"/>
    <w:rsid w:val="008B2655"/>
    <w:rsid w:val="008B4545"/>
    <w:rsid w:val="008B4F72"/>
    <w:rsid w:val="008B5A11"/>
    <w:rsid w:val="008B6BB6"/>
    <w:rsid w:val="008C30B9"/>
    <w:rsid w:val="008E2D4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2060"/>
    <w:rsid w:val="00943315"/>
    <w:rsid w:val="00944646"/>
    <w:rsid w:val="0094611A"/>
    <w:rsid w:val="009468B8"/>
    <w:rsid w:val="009622DE"/>
    <w:rsid w:val="0096361A"/>
    <w:rsid w:val="009667D8"/>
    <w:rsid w:val="0097130D"/>
    <w:rsid w:val="009718C7"/>
    <w:rsid w:val="00972933"/>
    <w:rsid w:val="00976DAC"/>
    <w:rsid w:val="00977207"/>
    <w:rsid w:val="009838D8"/>
    <w:rsid w:val="00984E63"/>
    <w:rsid w:val="009871A4"/>
    <w:rsid w:val="00991542"/>
    <w:rsid w:val="00993A68"/>
    <w:rsid w:val="009A26B4"/>
    <w:rsid w:val="009A6B3D"/>
    <w:rsid w:val="009B041E"/>
    <w:rsid w:val="009B2D45"/>
    <w:rsid w:val="009B3DB4"/>
    <w:rsid w:val="009C090D"/>
    <w:rsid w:val="009C207E"/>
    <w:rsid w:val="009D193F"/>
    <w:rsid w:val="009D59B3"/>
    <w:rsid w:val="009E0B88"/>
    <w:rsid w:val="009E1CF1"/>
    <w:rsid w:val="009E3716"/>
    <w:rsid w:val="009E52FC"/>
    <w:rsid w:val="009E6743"/>
    <w:rsid w:val="009F0F4E"/>
    <w:rsid w:val="009F3A2E"/>
    <w:rsid w:val="009F74ED"/>
    <w:rsid w:val="00A04040"/>
    <w:rsid w:val="00A20762"/>
    <w:rsid w:val="00A2142F"/>
    <w:rsid w:val="00A32541"/>
    <w:rsid w:val="00A43303"/>
    <w:rsid w:val="00A43BC9"/>
    <w:rsid w:val="00A44868"/>
    <w:rsid w:val="00A452E5"/>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B6EEB"/>
    <w:rsid w:val="00AD2BCF"/>
    <w:rsid w:val="00AD3FEE"/>
    <w:rsid w:val="00AE0481"/>
    <w:rsid w:val="00AE09A8"/>
    <w:rsid w:val="00AE0D76"/>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27B8"/>
    <w:rsid w:val="00B2308F"/>
    <w:rsid w:val="00B232FE"/>
    <w:rsid w:val="00B25960"/>
    <w:rsid w:val="00B300DE"/>
    <w:rsid w:val="00B32492"/>
    <w:rsid w:val="00B42F76"/>
    <w:rsid w:val="00B43984"/>
    <w:rsid w:val="00B43FB0"/>
    <w:rsid w:val="00B47BE9"/>
    <w:rsid w:val="00B51AE3"/>
    <w:rsid w:val="00B5757F"/>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2125"/>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0CF5"/>
    <w:rsid w:val="00C614F6"/>
    <w:rsid w:val="00C61C53"/>
    <w:rsid w:val="00C64103"/>
    <w:rsid w:val="00C64DB4"/>
    <w:rsid w:val="00C73D1A"/>
    <w:rsid w:val="00C74455"/>
    <w:rsid w:val="00C77A09"/>
    <w:rsid w:val="00C83232"/>
    <w:rsid w:val="00C870E2"/>
    <w:rsid w:val="00C91270"/>
    <w:rsid w:val="00C92AB4"/>
    <w:rsid w:val="00C93193"/>
    <w:rsid w:val="00C9421E"/>
    <w:rsid w:val="00CA6B16"/>
    <w:rsid w:val="00CB0A4D"/>
    <w:rsid w:val="00CB0CF8"/>
    <w:rsid w:val="00CB6A05"/>
    <w:rsid w:val="00CB7793"/>
    <w:rsid w:val="00CC3CCF"/>
    <w:rsid w:val="00CD159B"/>
    <w:rsid w:val="00CD6F93"/>
    <w:rsid w:val="00CE0306"/>
    <w:rsid w:val="00CE0E78"/>
    <w:rsid w:val="00CE12F7"/>
    <w:rsid w:val="00CE2FAA"/>
    <w:rsid w:val="00CE3297"/>
    <w:rsid w:val="00CE3F9E"/>
    <w:rsid w:val="00CE5EB7"/>
    <w:rsid w:val="00CF3034"/>
    <w:rsid w:val="00CF6C0F"/>
    <w:rsid w:val="00D00737"/>
    <w:rsid w:val="00D06139"/>
    <w:rsid w:val="00D12DE4"/>
    <w:rsid w:val="00D147B6"/>
    <w:rsid w:val="00D164F8"/>
    <w:rsid w:val="00D20CBB"/>
    <w:rsid w:val="00D3323A"/>
    <w:rsid w:val="00D34091"/>
    <w:rsid w:val="00D3693D"/>
    <w:rsid w:val="00D3791B"/>
    <w:rsid w:val="00D41906"/>
    <w:rsid w:val="00D43AAD"/>
    <w:rsid w:val="00D43B9F"/>
    <w:rsid w:val="00D4463B"/>
    <w:rsid w:val="00D4472F"/>
    <w:rsid w:val="00D4542C"/>
    <w:rsid w:val="00D55CB1"/>
    <w:rsid w:val="00D56F39"/>
    <w:rsid w:val="00D6437F"/>
    <w:rsid w:val="00D762B1"/>
    <w:rsid w:val="00D81E7F"/>
    <w:rsid w:val="00D82B4D"/>
    <w:rsid w:val="00D84B6D"/>
    <w:rsid w:val="00D861FB"/>
    <w:rsid w:val="00D86CAD"/>
    <w:rsid w:val="00D87502"/>
    <w:rsid w:val="00D902B9"/>
    <w:rsid w:val="00D91BB8"/>
    <w:rsid w:val="00D91E76"/>
    <w:rsid w:val="00D954FD"/>
    <w:rsid w:val="00D964AF"/>
    <w:rsid w:val="00DA05CC"/>
    <w:rsid w:val="00DA1682"/>
    <w:rsid w:val="00DA2ECA"/>
    <w:rsid w:val="00DB0A10"/>
    <w:rsid w:val="00DB0EF7"/>
    <w:rsid w:val="00DB25CB"/>
    <w:rsid w:val="00DB79CF"/>
    <w:rsid w:val="00DC410C"/>
    <w:rsid w:val="00DD45C4"/>
    <w:rsid w:val="00DE02C6"/>
    <w:rsid w:val="00DE1B1C"/>
    <w:rsid w:val="00DF55D5"/>
    <w:rsid w:val="00DF60BB"/>
    <w:rsid w:val="00DF6CEF"/>
    <w:rsid w:val="00E017CF"/>
    <w:rsid w:val="00E17208"/>
    <w:rsid w:val="00E177F1"/>
    <w:rsid w:val="00E217BD"/>
    <w:rsid w:val="00E24676"/>
    <w:rsid w:val="00E329B4"/>
    <w:rsid w:val="00E42048"/>
    <w:rsid w:val="00E44F6B"/>
    <w:rsid w:val="00E4622F"/>
    <w:rsid w:val="00E466A4"/>
    <w:rsid w:val="00E46B83"/>
    <w:rsid w:val="00E5046E"/>
    <w:rsid w:val="00E50FAA"/>
    <w:rsid w:val="00E54063"/>
    <w:rsid w:val="00E56065"/>
    <w:rsid w:val="00E56D4B"/>
    <w:rsid w:val="00E6157A"/>
    <w:rsid w:val="00E70EF3"/>
    <w:rsid w:val="00E750E2"/>
    <w:rsid w:val="00E779A4"/>
    <w:rsid w:val="00E77DB7"/>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E5CAF"/>
    <w:rsid w:val="00EF01BB"/>
    <w:rsid w:val="00EF1CFB"/>
    <w:rsid w:val="00EF371C"/>
    <w:rsid w:val="00EF4430"/>
    <w:rsid w:val="00EF4C02"/>
    <w:rsid w:val="00EF702D"/>
    <w:rsid w:val="00EF7234"/>
    <w:rsid w:val="00F0523A"/>
    <w:rsid w:val="00F104F7"/>
    <w:rsid w:val="00F10658"/>
    <w:rsid w:val="00F16335"/>
    <w:rsid w:val="00F16CDF"/>
    <w:rsid w:val="00F17EF3"/>
    <w:rsid w:val="00F21F99"/>
    <w:rsid w:val="00F25FD1"/>
    <w:rsid w:val="00F26D82"/>
    <w:rsid w:val="00F33C8A"/>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69A"/>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879D6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Titre1">
    <w:name w:val="heading 1"/>
    <w:basedOn w:val="Normal"/>
    <w:next w:val="Normal"/>
    <w:link w:val="Titre1Car"/>
    <w:qFormat/>
    <w:rsid w:val="000268CF"/>
    <w:pPr>
      <w:numPr>
        <w:numId w:val="18"/>
      </w:numPr>
      <w:spacing w:before="480" w:after="240"/>
      <w:outlineLvl w:val="0"/>
    </w:pPr>
    <w:rPr>
      <w:rFonts w:ascii="Helvetica 65 Medium" w:hAnsi="Helvetica 65 Medium"/>
      <w:u w:val="single"/>
    </w:rPr>
  </w:style>
  <w:style w:type="paragraph" w:styleId="Titre2">
    <w:name w:val="heading 2"/>
    <w:basedOn w:val="Titre1"/>
    <w:next w:val="Normal"/>
    <w:qFormat/>
    <w:rsid w:val="00056B2E"/>
    <w:pPr>
      <w:numPr>
        <w:ilvl w:val="1"/>
        <w:numId w:val="1"/>
      </w:numPr>
      <w:spacing w:after="120"/>
      <w:outlineLvl w:val="1"/>
    </w:pPr>
    <w:rPr>
      <w:u w:val="none"/>
    </w:rPr>
  </w:style>
  <w:style w:type="paragraph" w:styleId="Titre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Titre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qFormat/>
    <w:rsid w:val="00056B2E"/>
    <w:pPr>
      <w:numPr>
        <w:ilvl w:val="4"/>
        <w:numId w:val="1"/>
      </w:numPr>
      <w:spacing w:before="240" w:after="60"/>
      <w:outlineLvl w:val="4"/>
    </w:pPr>
    <w:rPr>
      <w:b/>
      <w:bCs/>
      <w:i/>
      <w:iCs/>
      <w:sz w:val="26"/>
      <w:szCs w:val="26"/>
    </w:rPr>
  </w:style>
  <w:style w:type="paragraph" w:styleId="Titre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Titre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Titre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3544C"/>
    <w:pPr>
      <w:tabs>
        <w:tab w:val="right" w:pos="10064"/>
      </w:tabs>
    </w:pPr>
    <w:rPr>
      <w:rFonts w:ascii="Helvetica 65 Medium" w:hAnsi="Helvetica 65 Medium"/>
      <w:sz w:val="40"/>
    </w:rPr>
  </w:style>
  <w:style w:type="paragraph" w:styleId="Pieddepage">
    <w:name w:val="footer"/>
    <w:basedOn w:val="Normal"/>
    <w:autoRedefine/>
    <w:rsid w:val="00272819"/>
    <w:pPr>
      <w:tabs>
        <w:tab w:val="center" w:pos="4320"/>
        <w:tab w:val="right" w:pos="8640"/>
      </w:tabs>
    </w:pPr>
    <w:rPr>
      <w:sz w:val="20"/>
    </w:rPr>
  </w:style>
  <w:style w:type="paragraph" w:styleId="Explorateurdedocuments">
    <w:name w:val="Document Map"/>
    <w:basedOn w:val="Normal"/>
    <w:semiHidden/>
    <w:pPr>
      <w:shd w:val="clear" w:color="auto" w:fill="000080"/>
    </w:pPr>
    <w:rPr>
      <w:rFonts w:ascii="Tahoma" w:hAnsi="Tahoma"/>
    </w:rPr>
  </w:style>
  <w:style w:type="paragraph" w:customStyle="1" w:styleId="StyleHeading1Nounderline">
    <w:name w:val="Style Heading 1 + No underline"/>
    <w:basedOn w:val="Titre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Titre1Car">
    <w:name w:val="Titre 1 Car"/>
    <w:link w:val="Titre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Lienhypertextesuivivisit">
    <w:name w:val="FollowedHyperlink"/>
    <w:rsid w:val="00584014"/>
    <w:rPr>
      <w:color w:val="800080"/>
      <w:u w:val="single"/>
    </w:rPr>
  </w:style>
  <w:style w:type="paragraph" w:styleId="Textedebulles">
    <w:name w:val="Balloon Text"/>
    <w:basedOn w:val="Normal"/>
    <w:semiHidden/>
    <w:rsid w:val="006453E4"/>
    <w:rPr>
      <w:rFonts w:ascii="Tahoma" w:hAnsi="Tahoma" w:cs="Tahoma"/>
      <w:sz w:val="16"/>
      <w:szCs w:val="16"/>
    </w:rPr>
  </w:style>
  <w:style w:type="table" w:styleId="Grilledutableau">
    <w:name w:val="Table Grid"/>
    <w:basedOn w:val="Tableau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C07B37-22F8-4B64-BC2B-1EBD44A35B72}">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FF36D023-2A38-473F-8ACE-04C0EACE8E08}">
  <ds:schemaRefs>
    <ds:schemaRef ds:uri="http://schemas.microsoft.com/sharepoint/v3/contenttype/forms"/>
  </ds:schemaRefs>
</ds:datastoreItem>
</file>

<file path=customXml/itemProps3.xml><?xml version="1.0" encoding="utf-8"?>
<ds:datastoreItem xmlns:ds="http://schemas.openxmlformats.org/officeDocument/2006/customXml" ds:itemID="{A8E5BD01-D964-48B8-BD2C-B17D66012868}"/>
</file>

<file path=docProps/app.xml><?xml version="1.0" encoding="utf-8"?>
<Properties xmlns="http://schemas.openxmlformats.org/officeDocument/2006/extended-properties" xmlns:vt="http://schemas.openxmlformats.org/officeDocument/2006/docPropsVTypes">
  <Template>LASTB</Template>
  <TotalTime>86</TotalTime>
  <Pages>3</Pages>
  <Words>641</Words>
  <Characters>3527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Nathalie Desir</cp:lastModifiedBy>
  <cp:revision>63</cp:revision>
  <cp:lastPrinted>2011-12-15T11:14:00Z</cp:lastPrinted>
  <dcterms:created xsi:type="dcterms:W3CDTF">2020-03-22T21:48:00Z</dcterms:created>
  <dcterms:modified xsi:type="dcterms:W3CDTF">2024-02-28T13:53:00Z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47900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